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7D5231">
      <w:bookmarkStart w:id="0" w:name="_GoBack"/>
      <w:r>
        <w:rPr>
          <w:rFonts w:hint="eastAsia"/>
        </w:rPr>
        <w:t xml:space="preserve">　</w:t>
      </w:r>
      <w:r w:rsidR="005B7526">
        <w:rPr>
          <w:rFonts w:hint="eastAsia"/>
        </w:rPr>
        <w:t>五</w:t>
      </w:r>
      <w:r>
        <w:rPr>
          <w:rFonts w:hint="eastAsia"/>
        </w:rPr>
        <w:t>月</w:t>
      </w:r>
      <w:r w:rsidR="005B7526">
        <w:rPr>
          <w:rFonts w:hint="eastAsia"/>
        </w:rPr>
        <w:t>二十</w:t>
      </w:r>
      <w:r>
        <w:rPr>
          <w:rFonts w:hint="eastAsia"/>
        </w:rPr>
        <w:t xml:space="preserve">日（　</w:t>
      </w:r>
      <w:r w:rsidR="005B7526">
        <w:rPr>
          <w:rFonts w:hint="eastAsia"/>
        </w:rPr>
        <w:t>一時間目</w:t>
      </w:r>
      <w:r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022531">
        <w:rPr>
          <w:rFonts w:hint="eastAsia"/>
          <w:sz w:val="24"/>
        </w:rPr>
        <w:t>すみれと　あり　③</w:t>
      </w:r>
      <w:r w:rsidR="000E0321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Default="007D5231" w:rsidP="00675375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3734D6">
        <w:rPr>
          <w:rFonts w:hint="eastAsia"/>
          <w:sz w:val="24"/>
        </w:rPr>
        <w:t xml:space="preserve">　きょうか書</w:t>
      </w:r>
      <w:r w:rsidR="00B8735A">
        <w:rPr>
          <w:rFonts w:hint="eastAsia"/>
          <w:sz w:val="24"/>
        </w:rPr>
        <w:t>（</w:t>
      </w:r>
      <w:r w:rsidR="003734D6">
        <w:rPr>
          <w:rFonts w:hint="eastAsia"/>
          <w:sz w:val="24"/>
        </w:rPr>
        <w:t>４１ページ～４９ページ</w:t>
      </w:r>
      <w:r w:rsidR="00B8735A">
        <w:rPr>
          <w:rFonts w:hint="eastAsia"/>
          <w:sz w:val="24"/>
        </w:rPr>
        <w:t>）</w:t>
      </w:r>
      <w:r w:rsidR="000E0321">
        <w:rPr>
          <w:rFonts w:hint="eastAsia"/>
          <w:sz w:val="24"/>
        </w:rPr>
        <w:t xml:space="preserve">　</w:t>
      </w:r>
      <w:r w:rsidR="003734D6">
        <w:rPr>
          <w:rFonts w:hint="eastAsia"/>
          <w:sz w:val="24"/>
        </w:rPr>
        <w:t xml:space="preserve">　かん字ドリル</w:t>
      </w:r>
    </w:p>
    <w:p w:rsidR="0040268B" w:rsidRPr="007D5231" w:rsidRDefault="0040268B" w:rsidP="00675375">
      <w:pPr>
        <w:rPr>
          <w:sz w:val="24"/>
        </w:rPr>
      </w:pPr>
    </w:p>
    <w:p w:rsidR="000669CF" w:rsidRDefault="0040268B" w:rsidP="000669CF">
      <w:pPr>
        <w:ind w:left="240" w:hangingChars="100" w:hanging="240"/>
        <w:rPr>
          <w:sz w:val="24"/>
        </w:rPr>
      </w:pPr>
      <w:r w:rsidRPr="007D5231">
        <w:rPr>
          <w:rFonts w:hint="eastAsia"/>
          <w:sz w:val="24"/>
        </w:rPr>
        <w:t>①</w:t>
      </w:r>
      <w:r w:rsidR="000669CF">
        <w:rPr>
          <w:rFonts w:hint="eastAsia"/>
          <w:sz w:val="24"/>
        </w:rPr>
        <w:t xml:space="preserve">きょうか書 ４２ページから </w:t>
      </w:r>
      <w:r w:rsidR="00022531">
        <w:rPr>
          <w:rFonts w:hint="eastAsia"/>
          <w:sz w:val="24"/>
        </w:rPr>
        <w:t>４５</w:t>
      </w:r>
      <w:r w:rsidR="000669CF">
        <w:rPr>
          <w:rFonts w:hint="eastAsia"/>
          <w:sz w:val="24"/>
        </w:rPr>
        <w:t>ページ</w:t>
      </w:r>
      <w:r w:rsidR="00022531">
        <w:rPr>
          <w:rFonts w:hint="eastAsia"/>
          <w:sz w:val="24"/>
        </w:rPr>
        <w:t xml:space="preserve">の ４行目まで </w:t>
      </w:r>
      <w:r w:rsidR="000669CF">
        <w:rPr>
          <w:rFonts w:hint="eastAsia"/>
          <w:sz w:val="24"/>
        </w:rPr>
        <w:t>を 音読しましょう。</w:t>
      </w:r>
    </w:p>
    <w:p w:rsidR="000669CF" w:rsidRDefault="0028243E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022531" w:rsidRDefault="000669CF" w:rsidP="0002253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022531">
        <w:rPr>
          <w:rFonts w:hint="eastAsia"/>
          <w:sz w:val="24"/>
        </w:rPr>
        <w:t>ありが 見つけた ものは 何 ですか。 きょうか書 ４４ページから 見つけましょう。</w:t>
      </w:r>
    </w:p>
    <w:p w:rsidR="003734D6" w:rsidRPr="00022531" w:rsidRDefault="003734D6" w:rsidP="000669CF">
      <w:pPr>
        <w:ind w:leftChars="100" w:left="210"/>
        <w:rPr>
          <w:sz w:val="24"/>
        </w:rPr>
      </w:pPr>
    </w:p>
    <w:p w:rsidR="003734D6" w:rsidRDefault="003734D6" w:rsidP="003734D6">
      <w:pPr>
        <w:rPr>
          <w:sz w:val="24"/>
        </w:rPr>
      </w:pPr>
    </w:p>
    <w:p w:rsidR="003734D6" w:rsidRDefault="009F5CF4" w:rsidP="003734D6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13.05pt;margin-top:27.45pt;width:42.75pt;height:429.75pt;z-index:251688960">
            <v:textbox style="layout-flow:vertical-ideographic;mso-next-textbox:#_x0000_s1053" inset="5.85pt,.7pt,5.85pt,.7pt">
              <w:txbxContent>
                <w:p w:rsidR="00022531" w:rsidRDefault="00022531" w:rsidP="00022531"/>
              </w:txbxContent>
            </v:textbox>
          </v:shape>
        </w:pict>
      </w:r>
    </w:p>
    <w:p w:rsidR="000669CF" w:rsidRDefault="000669CF" w:rsidP="003734D6">
      <w:pPr>
        <w:rPr>
          <w:sz w:val="24"/>
        </w:rPr>
      </w:pPr>
    </w:p>
    <w:p w:rsidR="000669CF" w:rsidRDefault="000669CF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③</w:t>
      </w:r>
      <w:r w:rsidR="00022531">
        <w:rPr>
          <w:rFonts w:hint="eastAsia"/>
          <w:sz w:val="24"/>
        </w:rPr>
        <w:t>②で 見つけた ものを、 ありは どうしますか。</w:t>
      </w:r>
    </w:p>
    <w:p w:rsidR="000669CF" w:rsidRDefault="000669CF" w:rsidP="000669CF">
      <w:pPr>
        <w:ind w:left="240" w:hangingChars="100" w:hanging="240"/>
        <w:rPr>
          <w:sz w:val="24"/>
        </w:rPr>
      </w:pPr>
    </w:p>
    <w:p w:rsidR="000669CF" w:rsidRDefault="000669CF" w:rsidP="000669CF">
      <w:pPr>
        <w:ind w:left="240" w:hangingChars="100" w:hanging="240"/>
        <w:rPr>
          <w:sz w:val="24"/>
        </w:rPr>
      </w:pPr>
    </w:p>
    <w:p w:rsidR="000669CF" w:rsidRPr="00022531" w:rsidRDefault="009F5CF4" w:rsidP="00022531">
      <w:pPr>
        <w:rPr>
          <w:sz w:val="24"/>
        </w:rPr>
      </w:pPr>
      <w:r>
        <w:rPr>
          <w:noProof/>
          <w:sz w:val="24"/>
        </w:rPr>
        <w:pict>
          <v:shape id="_x0000_s1036" type="#_x0000_t202" style="position:absolute;left:0;text-align:left;margin-left:-11.4pt;margin-top:27.45pt;width:42.75pt;height:429.75pt;z-index:251672576">
            <v:textbox style="layout-flow:vertical-ideographic;mso-next-textbox:#_x0000_s1036" inset="5.85pt,.7pt,5.85pt,.7pt">
              <w:txbxContent>
                <w:p w:rsidR="000669CF" w:rsidRDefault="000669CF" w:rsidP="000669CF"/>
              </w:txbxContent>
            </v:textbox>
          </v:shape>
        </w:pict>
      </w:r>
    </w:p>
    <w:p w:rsidR="000669CF" w:rsidRDefault="00F20177" w:rsidP="000669CF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</w:p>
    <w:p w:rsidR="00F20177" w:rsidRDefault="009F5CF4" w:rsidP="000669CF">
      <w:pPr>
        <w:ind w:left="1200" w:hangingChars="500" w:hanging="1200"/>
        <w:rPr>
          <w:sz w:val="24"/>
        </w:rPr>
      </w:pPr>
      <w:r>
        <w:rPr>
          <w:noProof/>
          <w:sz w:val="2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6" type="#_x0000_t66" style="position:absolute;left:0;text-align:left;margin-left:-8.4pt;margin-top:121.2pt;width:27pt;height:24.75pt;z-index:251691008" adj="7800,5384">
            <v:textbox inset="5.85pt,.7pt,5.85pt,.7pt"/>
          </v:shape>
        </w:pict>
      </w:r>
    </w:p>
    <w:p w:rsidR="00F20177" w:rsidRDefault="00F20177" w:rsidP="000669CF">
      <w:pPr>
        <w:ind w:left="1200" w:hangingChars="500" w:hanging="1200"/>
        <w:rPr>
          <w:sz w:val="24"/>
        </w:rPr>
      </w:pPr>
    </w:p>
    <w:p w:rsidR="00F20177" w:rsidRDefault="00F20177" w:rsidP="000669CF">
      <w:pPr>
        <w:ind w:left="1200" w:hangingChars="500" w:hanging="1200"/>
        <w:rPr>
          <w:sz w:val="24"/>
        </w:rPr>
      </w:pPr>
    </w:p>
    <w:p w:rsidR="004D6CCD" w:rsidRDefault="009F5CF4" w:rsidP="00022531">
      <w:pPr>
        <w:ind w:left="1200" w:hangingChars="500" w:hanging="1200"/>
        <w:rPr>
          <w:sz w:val="24"/>
        </w:rPr>
      </w:pPr>
      <w:r>
        <w:rPr>
          <w:noProof/>
          <w:sz w:val="24"/>
        </w:rPr>
        <w:pict>
          <v:shape id="_x0000_s1055" type="#_x0000_t202" style="position:absolute;left:0;text-align:left;margin-left:-1.65pt;margin-top:27.45pt;width:42.75pt;height:429.75pt;z-index:251689984">
            <v:textbox style="layout-flow:vertical-ideographic;mso-next-textbox:#_x0000_s1055" inset="5.85pt,.7pt,5.85pt,.7pt">
              <w:txbxContent>
                <w:p w:rsidR="00F20177" w:rsidRDefault="00F20177" w:rsidP="00F20177"/>
              </w:txbxContent>
            </v:textbox>
          </v:shape>
        </w:pict>
      </w:r>
    </w:p>
    <w:p w:rsidR="00EE76C6" w:rsidRDefault="00EE76C6" w:rsidP="00022531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>④③のあと、たねは　どのように　かわりましたか。</w:t>
      </w:r>
    </w:p>
    <w:p w:rsidR="00022531" w:rsidRDefault="00022531" w:rsidP="00022531">
      <w:pPr>
        <w:ind w:left="1200" w:hangingChars="500" w:hanging="1200"/>
        <w:rPr>
          <w:sz w:val="24"/>
        </w:rPr>
      </w:pPr>
    </w:p>
    <w:p w:rsidR="00EE76C6" w:rsidRDefault="00EE76C6" w:rsidP="00EE76C6">
      <w:pPr>
        <w:rPr>
          <w:rFonts w:ascii="HG教科書体" w:eastAsia="HG教科書体"/>
          <w:sz w:val="24"/>
        </w:rPr>
      </w:pPr>
    </w:p>
    <w:p w:rsidR="00EE76C6" w:rsidRPr="004D6CCD" w:rsidRDefault="009F5CF4" w:rsidP="00EE76C6">
      <w:pPr>
        <w:rPr>
          <w:rFonts w:ascii="HG教科書体" w:eastAsia="HG教科書体"/>
          <w:sz w:val="24"/>
        </w:rPr>
      </w:pPr>
      <w:r>
        <w:rPr>
          <w:rFonts w:ascii="HG教科書体" w:eastAsia="HG教科書体"/>
          <w:noProof/>
          <w:sz w:val="24"/>
        </w:rPr>
        <w:pict>
          <v:shape id="_x0000_s1057" type="#_x0000_t202" style="position:absolute;left:0;text-align:left;margin-left:-15.15pt;margin-top:27.45pt;width:42.75pt;height:429.75pt;z-index:251692032">
            <v:textbox style="layout-flow:vertical-ideographic;mso-next-textbox:#_x0000_s1057" inset="5.85pt,.7pt,5.85pt,.7pt">
              <w:txbxContent>
                <w:p w:rsidR="00EE76C6" w:rsidRDefault="00EE76C6" w:rsidP="00EE76C6"/>
              </w:txbxContent>
            </v:textbox>
          </v:shape>
        </w:pict>
      </w:r>
    </w:p>
    <w:p w:rsidR="004D6CCD" w:rsidRDefault="004D6CCD" w:rsidP="000669CF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EE76C6" w:rsidRDefault="00D56B05" w:rsidP="00EE76C6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⑤</w:t>
      </w:r>
      <w:r w:rsidR="00EE76C6">
        <w:rPr>
          <w:rFonts w:hint="eastAsia"/>
          <w:sz w:val="24"/>
        </w:rPr>
        <w:t xml:space="preserve">たねが　かわった　ことから、　やざまさんは、　どんな　ことが　かんがえられると　</w:t>
      </w:r>
    </w:p>
    <w:p w:rsidR="00D56B05" w:rsidRDefault="00EE76C6" w:rsidP="00EE76C6">
      <w:pPr>
        <w:ind w:leftChars="100" w:left="210" w:firstLineChars="50" w:firstLine="120"/>
        <w:rPr>
          <w:sz w:val="24"/>
        </w:rPr>
      </w:pPr>
      <w:r>
        <w:rPr>
          <w:rFonts w:hint="eastAsia"/>
          <w:sz w:val="24"/>
        </w:rPr>
        <w:t>いっていますか。</w:t>
      </w:r>
    </w:p>
    <w:p w:rsidR="00D56B05" w:rsidRDefault="00D56B05" w:rsidP="00706B5B">
      <w:pPr>
        <w:rPr>
          <w:sz w:val="24"/>
        </w:rPr>
      </w:pPr>
    </w:p>
    <w:p w:rsidR="00D56B05" w:rsidRDefault="00D56B05" w:rsidP="00706B5B">
      <w:pPr>
        <w:rPr>
          <w:sz w:val="24"/>
        </w:rPr>
      </w:pPr>
    </w:p>
    <w:p w:rsidR="00EE76C6" w:rsidRDefault="009F5CF4" w:rsidP="00706B5B">
      <w:pPr>
        <w:rPr>
          <w:sz w:val="24"/>
        </w:rPr>
      </w:pPr>
      <w:r>
        <w:rPr>
          <w:noProof/>
          <w:sz w:val="24"/>
        </w:rPr>
        <w:pict>
          <v:shape id="_x0000_s1058" type="#_x0000_t202" style="position:absolute;left:0;text-align:left;margin-left:-14.4pt;margin-top:27.45pt;width:42.75pt;height:429.75pt;z-index:251693056">
            <v:textbox style="layout-flow:vertical-ideographic;mso-next-textbox:#_x0000_s1058" inset="5.85pt,.7pt,5.85pt,.7pt">
              <w:txbxContent>
                <w:p w:rsidR="00EE76C6" w:rsidRDefault="00EE76C6" w:rsidP="00EE76C6"/>
              </w:txbxContent>
            </v:textbox>
          </v:shape>
        </w:pict>
      </w:r>
    </w:p>
    <w:p w:rsidR="00D56B05" w:rsidRDefault="00D56B05" w:rsidP="00706B5B">
      <w:pPr>
        <w:rPr>
          <w:sz w:val="24"/>
        </w:rPr>
      </w:pPr>
    </w:p>
    <w:p w:rsidR="00B8735A" w:rsidRDefault="00B8735A" w:rsidP="00706B5B">
      <w:pPr>
        <w:rPr>
          <w:sz w:val="24"/>
        </w:rPr>
      </w:pPr>
      <w:r>
        <w:rPr>
          <w:rFonts w:hint="eastAsia"/>
          <w:sz w:val="24"/>
        </w:rPr>
        <w:t>⑥かん字</w:t>
      </w:r>
      <w:r w:rsidR="005B7526">
        <w:rPr>
          <w:rFonts w:hint="eastAsia"/>
          <w:sz w:val="24"/>
        </w:rPr>
        <w:t>プリント№１　漢字のひろば①　言・行・記・書</w:t>
      </w:r>
      <w:r>
        <w:rPr>
          <w:rFonts w:hint="eastAsia"/>
          <w:sz w:val="24"/>
        </w:rPr>
        <w:t xml:space="preserve">　　を やりましょう。</w:t>
      </w:r>
    </w:p>
    <w:p w:rsidR="00EE76C6" w:rsidRDefault="00EE76C6" w:rsidP="00706B5B">
      <w:pPr>
        <w:rPr>
          <w:sz w:val="24"/>
        </w:rPr>
      </w:pPr>
    </w:p>
    <w:p w:rsidR="00B8735A" w:rsidRDefault="00B8735A" w:rsidP="00B8735A">
      <w:pPr>
        <w:spacing w:line="0" w:lineRule="atLeast"/>
        <w:rPr>
          <w:sz w:val="24"/>
        </w:rPr>
      </w:pPr>
      <w:r>
        <w:rPr>
          <w:rFonts w:hint="eastAsia"/>
          <w:sz w:val="24"/>
        </w:rPr>
        <w:t>⑦</w:t>
      </w:r>
      <w:r>
        <w:rPr>
          <w:sz w:val="24"/>
        </w:rPr>
        <w:t>今日</w:t>
      </w:r>
      <w:r>
        <w:rPr>
          <w:rFonts w:hint="eastAsia"/>
          <w:sz w:val="24"/>
        </w:rPr>
        <w:t xml:space="preserve">の </w:t>
      </w:r>
      <w:r w:rsidR="004C6B1E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735A" w:rsidRPr="004711D9">
              <w:rPr>
                <w:sz w:val="12"/>
              </w:rPr>
              <w:t>がくしゅう</w:t>
            </w:r>
          </w:rt>
          <w:rubyBase>
            <w:r w:rsidR="00B8735A">
              <w:rPr>
                <w:sz w:val="24"/>
              </w:rPr>
              <w:t>学習</w:t>
            </w:r>
          </w:rubyBase>
        </w:ruby>
      </w:r>
      <w:r>
        <w:rPr>
          <w:rFonts w:hint="eastAsia"/>
          <w:sz w:val="24"/>
        </w:rPr>
        <w:t>を ふりかえりましょう。</w:t>
      </w:r>
    </w:p>
    <w:p w:rsidR="00B8735A" w:rsidRPr="004711D9" w:rsidRDefault="00B8735A" w:rsidP="00B8735A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おもしろかったことなどを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bookmarkEnd w:id="0"/>
    <w:p w:rsidR="00B8735A" w:rsidRPr="00B8735A" w:rsidRDefault="009F5CF4" w:rsidP="00706B5B">
      <w:pPr>
        <w:rPr>
          <w:sz w:val="24"/>
        </w:rPr>
      </w:pPr>
      <w:r>
        <w:rPr>
          <w:noProof/>
          <w:sz w:val="24"/>
        </w:rPr>
        <w:pict>
          <v:shape id="_x0000_s1034" type="#_x0000_t202" style="position:absolute;left:0;text-align:left;margin-left:-89.2pt;margin-top:7.2pt;width:82.2pt;height:479.25pt;z-index:251671552;mso-width-relative:margin;mso-height-relative:margin">
            <v:textbox>
              <w:txbxContent>
                <w:p w:rsidR="00B8735A" w:rsidRDefault="00B8735A" w:rsidP="00B8735A"/>
              </w:txbxContent>
            </v:textbox>
          </v:shape>
        </w:pict>
      </w:r>
    </w:p>
    <w:sectPr w:rsidR="00B8735A" w:rsidRPr="00B8735A" w:rsidSect="0044427E">
      <w:headerReference w:type="default" r:id="rId8"/>
      <w:pgSz w:w="16838" w:h="11906" w:orient="landscape"/>
      <w:pgMar w:top="1191" w:right="680" w:bottom="851" w:left="567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428" w:rsidRDefault="00726428" w:rsidP="00675375">
      <w:r>
        <w:separator/>
      </w:r>
    </w:p>
  </w:endnote>
  <w:endnote w:type="continuationSeparator" w:id="0">
    <w:p w:rsidR="00726428" w:rsidRDefault="00726428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428" w:rsidRDefault="00726428" w:rsidP="00675375">
      <w:r>
        <w:separator/>
      </w:r>
    </w:p>
  </w:footnote>
  <w:footnote w:type="continuationSeparator" w:id="0">
    <w:p w:rsidR="00726428" w:rsidRDefault="00726428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375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571FF5">
      <w:rPr>
        <w:rFonts w:hint="eastAsia"/>
        <w:bdr w:val="single" w:sz="4" w:space="0" w:color="auto"/>
      </w:rPr>
      <w:t>１０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3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4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6D35F23"/>
    <w:multiLevelType w:val="hybridMultilevel"/>
    <w:tmpl w:val="D7AED638"/>
    <w:lvl w:ilvl="0" w:tplc="441447BE">
      <w:start w:val="2"/>
      <w:numFmt w:val="bullet"/>
      <w:lvlText w:val="※"/>
      <w:lvlJc w:val="left"/>
      <w:pPr>
        <w:ind w:left="51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2531"/>
    <w:rsid w:val="00065D50"/>
    <w:rsid w:val="000669CF"/>
    <w:rsid w:val="000773E8"/>
    <w:rsid w:val="000E0321"/>
    <w:rsid w:val="001102D7"/>
    <w:rsid w:val="001B530F"/>
    <w:rsid w:val="001E3EB1"/>
    <w:rsid w:val="00235A62"/>
    <w:rsid w:val="00273572"/>
    <w:rsid w:val="0028243E"/>
    <w:rsid w:val="0028299A"/>
    <w:rsid w:val="00303471"/>
    <w:rsid w:val="0035383A"/>
    <w:rsid w:val="003734D6"/>
    <w:rsid w:val="00386379"/>
    <w:rsid w:val="00387424"/>
    <w:rsid w:val="003E3DAE"/>
    <w:rsid w:val="0040268B"/>
    <w:rsid w:val="00443C5B"/>
    <w:rsid w:val="0044427E"/>
    <w:rsid w:val="00462E49"/>
    <w:rsid w:val="004C6B1E"/>
    <w:rsid w:val="004D6CCD"/>
    <w:rsid w:val="00571FF5"/>
    <w:rsid w:val="005B7526"/>
    <w:rsid w:val="00623523"/>
    <w:rsid w:val="00675375"/>
    <w:rsid w:val="00690CB1"/>
    <w:rsid w:val="006B76A5"/>
    <w:rsid w:val="006C1D37"/>
    <w:rsid w:val="006D3CC9"/>
    <w:rsid w:val="00706B5B"/>
    <w:rsid w:val="00726428"/>
    <w:rsid w:val="00736F94"/>
    <w:rsid w:val="007472D3"/>
    <w:rsid w:val="007D5231"/>
    <w:rsid w:val="007E2F74"/>
    <w:rsid w:val="008469F4"/>
    <w:rsid w:val="00851BF0"/>
    <w:rsid w:val="00860220"/>
    <w:rsid w:val="008E351D"/>
    <w:rsid w:val="00921F4A"/>
    <w:rsid w:val="00953A1D"/>
    <w:rsid w:val="009823DF"/>
    <w:rsid w:val="00992F03"/>
    <w:rsid w:val="009D0F98"/>
    <w:rsid w:val="009F5CF4"/>
    <w:rsid w:val="00B8735A"/>
    <w:rsid w:val="00BE52C1"/>
    <w:rsid w:val="00D56B05"/>
    <w:rsid w:val="00D83703"/>
    <w:rsid w:val="00E11626"/>
    <w:rsid w:val="00E50556"/>
    <w:rsid w:val="00E62CBA"/>
    <w:rsid w:val="00EB3634"/>
    <w:rsid w:val="00ED36F8"/>
    <w:rsid w:val="00ED45F9"/>
    <w:rsid w:val="00EE76C6"/>
    <w:rsid w:val="00F20177"/>
    <w:rsid w:val="00F27A00"/>
    <w:rsid w:val="00F3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C71C596"/>
  <w15:docId w15:val="{B055E6AC-1101-4C7B-AEF6-E0D687B5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3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5C56321-A6BE-4DF0-9553-68F3D46B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55259C71</Template>
  <TotalTime>88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7</cp:revision>
  <cp:lastPrinted>2020-04-03T04:24:00Z</cp:lastPrinted>
  <dcterms:created xsi:type="dcterms:W3CDTF">2020-04-24T08:40:00Z</dcterms:created>
  <dcterms:modified xsi:type="dcterms:W3CDTF">2020-05-14T05:40:00Z</dcterms:modified>
</cp:coreProperties>
</file>