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1512F" w14:textId="4F9331AC" w:rsidR="003E786D" w:rsidRPr="00E55421" w:rsidRDefault="00C300C2" w:rsidP="00C300C2">
      <w:pPr>
        <w:rPr>
          <w:rFonts w:ascii="UD デジタル 教科書体 N-B" w:eastAsia="UD デジタル 教科書体 N-B"/>
          <w:sz w:val="24"/>
          <w:szCs w:val="28"/>
        </w:rPr>
      </w:pPr>
      <w:r w:rsidRPr="00C300C2">
        <w:rPr>
          <w:rFonts w:ascii="UD デジタル 教科書体 N-B" w:eastAsia="UD デジタル 教科書体 N-B" w:hint="eastAsia"/>
          <w:sz w:val="22"/>
          <w:szCs w:val="28"/>
        </w:rPr>
        <w:t>５月２５日（月</w:t>
      </w:r>
      <w:bookmarkStart w:id="0" w:name="_GoBack"/>
      <w:bookmarkEnd w:id="0"/>
      <w:r w:rsidRPr="00C300C2">
        <w:rPr>
          <w:rFonts w:ascii="UD デジタル 教科書体 N-B" w:eastAsia="UD デジタル 教科書体 N-B" w:hint="eastAsia"/>
          <w:sz w:val="22"/>
          <w:szCs w:val="28"/>
        </w:rPr>
        <w:t>）</w:t>
      </w:r>
      <w:r>
        <w:rPr>
          <w:rFonts w:ascii="UD デジタル 教科書体 N-B" w:eastAsia="UD デジタル 教科書体 N-B" w:hint="eastAsia"/>
          <w:sz w:val="28"/>
          <w:szCs w:val="28"/>
        </w:rPr>
        <w:t xml:space="preserve">　</w:t>
      </w:r>
      <w:r w:rsidR="00E55421" w:rsidRPr="00E55421">
        <w:rPr>
          <w:rFonts w:ascii="UD デジタル 教科書体 N-B" w:eastAsia="UD デジタル 教科書体 N-B" w:hint="eastAsia"/>
          <w:sz w:val="28"/>
          <w:szCs w:val="28"/>
        </w:rPr>
        <w:t>小学校道徳</w:t>
      </w:r>
      <w:r w:rsidR="0050504E" w:rsidRPr="00E55421">
        <w:rPr>
          <w:rFonts w:ascii="UD デジタル 教科書体 N-B" w:eastAsia="UD デジタル 教科書体 N-B" w:hint="eastAsia"/>
          <w:sz w:val="28"/>
          <w:szCs w:val="28"/>
        </w:rPr>
        <w:t xml:space="preserve">　サポートシート</w:t>
      </w:r>
      <w:r w:rsidR="00E55421" w:rsidRPr="00E55421">
        <w:rPr>
          <w:rFonts w:ascii="UD デジタル 教科書体 N-B" w:eastAsia="UD デジタル 教科書体 N-B" w:hint="eastAsia"/>
          <w:sz w:val="28"/>
          <w:szCs w:val="28"/>
        </w:rPr>
        <w:t>２年</w:t>
      </w:r>
      <w:r>
        <w:rPr>
          <w:rFonts w:ascii="UD デジタル 教科書体 N-B" w:eastAsia="UD デジタル 教科書体 N-B" w:hint="eastAsia"/>
          <w:sz w:val="28"/>
          <w:szCs w:val="28"/>
        </w:rPr>
        <w:t xml:space="preserve">　</w:t>
      </w:r>
      <w:r w:rsidR="00FD7491">
        <w:rPr>
          <w:rFonts w:ascii="UD デジタル 教科書体 N-B" w:eastAsia="UD デジタル 教科書体 N-B" w:hint="eastAsia"/>
          <w:sz w:val="28"/>
          <w:szCs w:val="28"/>
        </w:rPr>
        <w:t>なまえ（　　　　　　　）</w:t>
      </w:r>
    </w:p>
    <w:p w14:paraId="3837AD58" w14:textId="735544E3" w:rsidR="00023E03" w:rsidRPr="00E55421" w:rsidRDefault="00E55421" w:rsidP="00023E03">
      <w:pPr>
        <w:jc w:val="left"/>
        <w:rPr>
          <w:rFonts w:ascii="UD デジタル 教科書体 N-B" w:eastAsia="UD デジタル 教科書体 N-B"/>
          <w:sz w:val="24"/>
          <w:szCs w:val="24"/>
        </w:rPr>
      </w:pPr>
      <w:r w:rsidRPr="00E55421">
        <w:rPr>
          <w:rFonts w:ascii="UD デジタル 教科書体 N-B" w:eastAsia="UD デジタル 教科書体 N-B" w:hint="eastAsia"/>
          <w:sz w:val="24"/>
          <w:szCs w:val="24"/>
        </w:rPr>
        <w:t>じゅんびするもの　きょうか書</w:t>
      </w:r>
      <w:r w:rsidR="00BA71A1">
        <w:rPr>
          <w:rFonts w:ascii="UD デジタル 教科書体 N-B" w:eastAsia="UD デジタル 教科書体 N-B" w:hint="eastAsia"/>
          <w:sz w:val="24"/>
          <w:szCs w:val="24"/>
        </w:rPr>
        <w:t xml:space="preserve">　「</w:t>
      </w:r>
      <w:r w:rsidR="00C300C2">
        <w:rPr>
          <w:rFonts w:ascii="UD デジタル 教科書体 N-B" w:eastAsia="UD デジタル 教科書体 N-B" w:hint="eastAsia"/>
          <w:sz w:val="24"/>
          <w:szCs w:val="24"/>
        </w:rPr>
        <w:t>くまくんのたからもの</w:t>
      </w:r>
      <w:r>
        <w:rPr>
          <w:rFonts w:ascii="UD デジタル 教科書体 N-B" w:eastAsia="UD デジタル 教科書体 N-B" w:hint="eastAsia"/>
          <w:sz w:val="24"/>
          <w:szCs w:val="24"/>
        </w:rPr>
        <w:t>」</w:t>
      </w:r>
    </w:p>
    <w:p w14:paraId="51770E89" w14:textId="172C6B0D" w:rsidR="00E55421" w:rsidRDefault="00BA71A1" w:rsidP="00E55421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>〇　この学しゅうでは、</w:t>
      </w:r>
      <w:r w:rsidR="00C300C2">
        <w:rPr>
          <w:rFonts w:ascii="UD デジタル 教科書体 N-B" w:eastAsia="UD デジタル 教科書体 N-B" w:hint="eastAsia"/>
          <w:sz w:val="24"/>
          <w:szCs w:val="24"/>
        </w:rPr>
        <w:t>しんせつ、おもいやり</w:t>
      </w:r>
      <w:r w:rsidR="00307FAD">
        <w:rPr>
          <w:rFonts w:ascii="UD デジタル 教科書体 N-B" w:eastAsia="UD デジタル 教科書体 N-B" w:hint="eastAsia"/>
          <w:sz w:val="24"/>
          <w:szCs w:val="24"/>
        </w:rPr>
        <w:t>について学びます。</w:t>
      </w:r>
    </w:p>
    <w:p w14:paraId="4872FD01" w14:textId="3A14D08E" w:rsidR="00592B52" w:rsidRDefault="00BA71A1" w:rsidP="00307FAD">
      <w:pPr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>◎　きょうか書１</w:t>
      </w:r>
      <w:r w:rsidR="00C300C2">
        <w:rPr>
          <w:rFonts w:ascii="UD デジタル 教科書体 N-B" w:eastAsia="UD デジタル 教科書体 N-B" w:hint="eastAsia"/>
          <w:sz w:val="24"/>
          <w:szCs w:val="24"/>
        </w:rPr>
        <w:t>３</w:t>
      </w:r>
      <w:r w:rsidR="0017303B">
        <w:rPr>
          <w:rFonts w:ascii="UD デジタル 教科書体 N-B" w:eastAsia="UD デジタル 教科書体 N-B" w:hint="eastAsia"/>
          <w:sz w:val="24"/>
          <w:szCs w:val="24"/>
        </w:rPr>
        <w:t>ページ</w:t>
      </w:r>
      <w:r>
        <w:rPr>
          <w:rFonts w:ascii="UD デジタル 教科書体 N-B" w:eastAsia="UD デジタル 教科書体 N-B" w:hint="eastAsia"/>
          <w:sz w:val="24"/>
          <w:szCs w:val="24"/>
        </w:rPr>
        <w:t>から１</w:t>
      </w:r>
      <w:r w:rsidR="00C300C2">
        <w:rPr>
          <w:rFonts w:ascii="UD デジタル 教科書体 N-B" w:eastAsia="UD デジタル 教科書体 N-B" w:hint="eastAsia"/>
          <w:sz w:val="24"/>
          <w:szCs w:val="24"/>
        </w:rPr>
        <w:t>５</w:t>
      </w:r>
      <w:r>
        <w:rPr>
          <w:rFonts w:ascii="UD デジタル 教科書体 N-B" w:eastAsia="UD デジタル 教科書体 N-B" w:hint="eastAsia"/>
          <w:sz w:val="24"/>
          <w:szCs w:val="24"/>
        </w:rPr>
        <w:t>ページを読みましょう。</w:t>
      </w:r>
    </w:p>
    <w:p w14:paraId="2094D662" w14:textId="3EDFF294" w:rsidR="00307FAD" w:rsidRDefault="00C300C2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>①</w:t>
      </w:r>
      <w:r w:rsidR="00307FAD"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>
        <w:rPr>
          <w:rFonts w:ascii="UD デジタル 教科書体 N-B" w:eastAsia="UD デジタル 教科書体 N-B" w:hint="eastAsia"/>
          <w:sz w:val="24"/>
          <w:szCs w:val="24"/>
        </w:rPr>
        <w:t>かばんがたからものでいっぱいになったとき、くまくんはどんな気もちになった</w:t>
      </w:r>
      <w:r w:rsidR="00FD7491">
        <w:rPr>
          <w:rFonts w:ascii="UD デジタル 教科書体 N-B" w:eastAsia="UD デジタル 教科書体 N-B" w:hint="eastAsia"/>
          <w:sz w:val="24"/>
          <w:szCs w:val="24"/>
        </w:rPr>
        <w:t>でしょう</w:t>
      </w:r>
      <w:r>
        <w:rPr>
          <w:rFonts w:ascii="UD デジタル 教科書体 N-B" w:eastAsia="UD デジタル 教科書体 N-B" w:hint="eastAsia"/>
          <w:sz w:val="24"/>
          <w:szCs w:val="24"/>
        </w:rPr>
        <w:t>。</w:t>
      </w:r>
    </w:p>
    <w:p w14:paraId="081E5933" w14:textId="35DAC2A1" w:rsidR="00307FAD" w:rsidRDefault="00307FAD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2CFF61B7" w14:textId="77777777" w:rsidR="00FD7491" w:rsidRDefault="00FD7491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24697621" w14:textId="4FA3382F" w:rsidR="00307FAD" w:rsidRDefault="00307FAD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35E5ABAD" w14:textId="43AF4994" w:rsidR="00C300C2" w:rsidRDefault="00FD7491" w:rsidP="00C300C2">
      <w:pPr>
        <w:ind w:left="480" w:hangingChars="200" w:hanging="480"/>
        <w:jc w:val="left"/>
        <w:rPr>
          <w:rFonts w:ascii="UD デジタル 教科書体 N-B" w:eastAsia="UD デジタル 教科書体 N-B" w:hint="eastAsia"/>
          <w:sz w:val="24"/>
          <w:szCs w:val="24"/>
        </w:rPr>
      </w:pPr>
      <w:r>
        <w:rPr>
          <w:rFonts w:ascii="UD デジタル 教科書体 N-B" w:eastAsia="UD デジタル 教科書体 N-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48D5FB" wp14:editId="20C02846">
                <wp:simplePos x="0" y="0"/>
                <wp:positionH relativeFrom="column">
                  <wp:posOffset>78739</wp:posOffset>
                </wp:positionH>
                <wp:positionV relativeFrom="margin">
                  <wp:posOffset>268605</wp:posOffset>
                </wp:positionV>
                <wp:extent cx="1362075" cy="5905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590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B4FBA1" w14:textId="6430010B" w:rsidR="00FD7491" w:rsidRDefault="00FD7491" w:rsidP="00A7775E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8D5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.2pt;margin-top:21.15pt;width:107.25pt;height:4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" fillcolor="white [3201]" strokeweight=".5pt">
                <v:textbox style="layout-flow:vertical-ideographic">
                  <w:txbxContent>
                    <w:p w14:paraId="1EB4FBA1" w14:textId="6430010B" w:rsidR="00FD7491" w:rsidRDefault="00FD7491" w:rsidP="00A7775E"/>
                  </w:txbxContent>
                </v:textbox>
                <w10:wrap anchory="margin"/>
              </v:shape>
            </w:pict>
          </mc:Fallback>
        </mc:AlternateContent>
      </w:r>
      <w:r w:rsidR="00C300C2">
        <w:rPr>
          <w:rFonts w:ascii="UD デジタル 教科書体 N-B" w:eastAsia="UD デジタル 教科書体 N-B" w:hint="eastAsia"/>
          <w:sz w:val="24"/>
          <w:szCs w:val="24"/>
        </w:rPr>
        <w:t xml:space="preserve">②　くまくんが「ええい。」とたからものをおとしたのは、どんな気もちからでしょう。　</w:t>
      </w:r>
    </w:p>
    <w:p w14:paraId="2B119234" w14:textId="0B14EDDA" w:rsidR="00C300C2" w:rsidRDefault="00C300C2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 xml:space="preserve">　　</w:t>
      </w:r>
    </w:p>
    <w:p w14:paraId="3ECC7299" w14:textId="3F953EF0" w:rsidR="00FD7491" w:rsidRDefault="00FD7491" w:rsidP="00C300C2">
      <w:pPr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13C8C8BC" w14:textId="738617AD" w:rsidR="00FD7491" w:rsidRDefault="00FD7491" w:rsidP="00C300C2">
      <w:pPr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37D6A631" w14:textId="61D50E5E" w:rsidR="00307FAD" w:rsidRDefault="00FD7491" w:rsidP="00FD7491">
      <w:pPr>
        <w:ind w:left="480" w:hangingChars="200" w:hanging="480"/>
        <w:jc w:val="left"/>
        <w:rPr>
          <w:rFonts w:ascii="UD デジタル 教科書体 N-B" w:eastAsia="UD デジタル 教科書体 N-B" w:hint="eastAsia"/>
          <w:sz w:val="24"/>
          <w:szCs w:val="24"/>
        </w:rPr>
      </w:pPr>
      <w:r>
        <w:rPr>
          <w:rFonts w:ascii="UD デジタル 教科書体 N-B" w:eastAsia="UD デジタル 教科書体 N-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CD043C" wp14:editId="75915A8F">
                <wp:simplePos x="0" y="0"/>
                <wp:positionH relativeFrom="column">
                  <wp:posOffset>97790</wp:posOffset>
                </wp:positionH>
                <wp:positionV relativeFrom="margin">
                  <wp:posOffset>287655</wp:posOffset>
                </wp:positionV>
                <wp:extent cx="1267460" cy="5905500"/>
                <wp:effectExtent l="0" t="0" r="2794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460" cy="590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C86947" w14:textId="4223DD56" w:rsidR="00FD7491" w:rsidRDefault="00FD7491" w:rsidP="00307FA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D043C" id="テキスト ボックス 1" o:spid="_x0000_s1027" type="#_x0000_t202" style="position:absolute;left:0;text-align:left;margin-left:7.7pt;margin-top:22.65pt;width:99.8pt;height:4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" fillcolor="white [3201]" strokeweight=".5pt">
                <v:textbox style="layout-flow:vertical-ideographic">
                  <w:txbxContent>
                    <w:p w14:paraId="42C86947" w14:textId="4223DD56" w:rsidR="00FD7491" w:rsidRDefault="00FD7491" w:rsidP="00307FA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rFonts w:ascii="UD デジタル 教科書体 N-B" w:eastAsia="UD デジタル 教科書体 N-B" w:hint="eastAsia"/>
          <w:sz w:val="24"/>
          <w:szCs w:val="24"/>
        </w:rPr>
        <w:t>③　くまくんが心の中でいった、</w:t>
      </w:r>
      <w:r w:rsidR="0010707F">
        <w:rPr>
          <w:rFonts w:ascii="UD デジタル 教科書体 N-B" w:eastAsia="UD デジタル 教科書体 N-B" w:hint="eastAsia"/>
          <w:sz w:val="24"/>
          <w:szCs w:val="24"/>
        </w:rPr>
        <w:t>（</w:t>
      </w:r>
      <w:r>
        <w:rPr>
          <w:rFonts w:ascii="UD デジタル 教科書体 N-B" w:eastAsia="UD デジタル 教科書体 N-B" w:hint="eastAsia"/>
          <w:sz w:val="24"/>
          <w:szCs w:val="24"/>
        </w:rPr>
        <w:t>一つでも、これはとくべつなたからものなんだ。</w:t>
      </w:r>
      <w:r w:rsidR="0010707F">
        <w:rPr>
          <w:rFonts w:ascii="UD デジタル 教科書体 N-B" w:eastAsia="UD デジタル 教科書体 N-B" w:hint="eastAsia"/>
          <w:sz w:val="24"/>
          <w:szCs w:val="24"/>
        </w:rPr>
        <w:t>）と</w:t>
      </w:r>
      <w:r>
        <w:rPr>
          <w:rFonts w:ascii="UD デジタル 教科書体 N-B" w:eastAsia="UD デジタル 教科書体 N-B" w:hint="eastAsia"/>
          <w:sz w:val="24"/>
          <w:szCs w:val="24"/>
        </w:rPr>
        <w:t>いうことばには、どんな気もちがこめられているでしょう。</w:t>
      </w:r>
    </w:p>
    <w:p w14:paraId="27EB8348" w14:textId="77777777" w:rsidR="00FD7491" w:rsidRDefault="00FD7491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5A798D6B" w14:textId="061B2A16" w:rsidR="0058408C" w:rsidRPr="00E55421" w:rsidRDefault="0058408C" w:rsidP="007A77C9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</w:p>
    <w:p w14:paraId="30CB2885" w14:textId="3B6A7944" w:rsidR="0058408C" w:rsidRDefault="0058408C" w:rsidP="00307FAD">
      <w:pPr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29D0CE44" w14:textId="7C6F6E1F" w:rsidR="00FD7491" w:rsidRDefault="00FD7491" w:rsidP="00592B52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F0609C" wp14:editId="745FD70A">
                <wp:simplePos x="0" y="0"/>
                <wp:positionH relativeFrom="column">
                  <wp:posOffset>-492760</wp:posOffset>
                </wp:positionH>
                <wp:positionV relativeFrom="margin">
                  <wp:posOffset>325755</wp:posOffset>
                </wp:positionV>
                <wp:extent cx="1686560" cy="5905500"/>
                <wp:effectExtent l="0" t="0" r="2794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590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84BD98" w14:textId="77777777" w:rsidR="00FD7491" w:rsidRDefault="00FD7491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0609C" id="テキスト ボックス 10" o:spid="_x0000_s1028" type="#_x0000_t202" style="position:absolute;left:0;text-align:left;margin-left:-38.8pt;margin-top:25.65pt;width:132.8pt;height:4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" fillcolor="white [3201]" strokeweight=".5pt">
                <v:textbox style="layout-flow:vertical-ideographic">
                  <w:txbxContent>
                    <w:p w14:paraId="3D84BD98" w14:textId="77777777" w:rsidR="00FD7491" w:rsidRDefault="00FD7491"/>
                  </w:txbxContent>
                </v:textbox>
                <w10:wrap anchory="margin"/>
              </v:shape>
            </w:pict>
          </mc:Fallback>
        </mc:AlternateContent>
      </w:r>
    </w:p>
    <w:p w14:paraId="7F735014" w14:textId="59E08B6E" w:rsidR="002242FE" w:rsidRDefault="002242FE" w:rsidP="00592B52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1651D1A8" w14:textId="25A1EF90" w:rsidR="00FD7491" w:rsidRDefault="00FD7491" w:rsidP="00592B52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lastRenderedPageBreak/>
        <w:t>④　いままでにしんせつにしたり、されたりして、心があたたかくなったことはありますか。そのときは、どんな気持ちでしたか。</w:t>
      </w:r>
    </w:p>
    <w:p w14:paraId="5070261A" w14:textId="7D6D41F2" w:rsidR="00FD7491" w:rsidRPr="00E55421" w:rsidRDefault="00FD7491" w:rsidP="00592B52">
      <w:pPr>
        <w:ind w:left="480" w:hangingChars="200" w:hanging="480"/>
        <w:jc w:val="left"/>
        <w:rPr>
          <w:rFonts w:ascii="UD デジタル 教科書体 N-B" w:eastAsia="UD デジタル 教科書体 N-B" w:hint="eastAsia"/>
          <w:sz w:val="24"/>
          <w:szCs w:val="24"/>
        </w:rPr>
      </w:pPr>
      <w:r>
        <w:rPr>
          <w:rFonts w:ascii="UD デジタル 教科書体 N-B" w:eastAsia="UD デジタル 教科書体 N-B"/>
          <w:noProof/>
          <w:sz w:val="24"/>
          <w:szCs w:val="24"/>
        </w:rPr>
        <w:drawing>
          <wp:inline distT="0" distB="0" distL="0" distR="0" wp14:anchorId="2ED3FC56" wp14:editId="2CCADC2C">
            <wp:extent cx="1714500" cy="592518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92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7491" w:rsidRPr="00E55421" w:rsidSect="00DC5A58">
      <w:headerReference w:type="default" r:id="rId7"/>
      <w:pgSz w:w="16838" w:h="11906" w:orient="landscape"/>
      <w:pgMar w:top="1077" w:right="1077" w:bottom="1077" w:left="1077" w:header="0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2A9B5" w14:textId="77777777" w:rsidR="00FD7491" w:rsidRDefault="00FD7491" w:rsidP="00DC5A58">
      <w:r>
        <w:separator/>
      </w:r>
    </w:p>
  </w:endnote>
  <w:endnote w:type="continuationSeparator" w:id="0">
    <w:p w14:paraId="3CEEC308" w14:textId="77777777" w:rsidR="00FD7491" w:rsidRDefault="00FD7491" w:rsidP="00DC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E8B25" w14:textId="77777777" w:rsidR="00FD7491" w:rsidRDefault="00FD7491" w:rsidP="00DC5A58">
      <w:r>
        <w:separator/>
      </w:r>
    </w:p>
  </w:footnote>
  <w:footnote w:type="continuationSeparator" w:id="0">
    <w:p w14:paraId="57A6F47C" w14:textId="77777777" w:rsidR="00FD7491" w:rsidRDefault="00FD7491" w:rsidP="00DC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A8728" w14:textId="43ED3916" w:rsidR="00FD7491" w:rsidRDefault="00FD7491" w:rsidP="00DC5A58">
    <w:pPr>
      <w:pStyle w:val="a3"/>
      <w:ind w:right="84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 xml:space="preserve">　　　</w:t>
    </w:r>
  </w:p>
  <w:p w14:paraId="69896931" w14:textId="77777777" w:rsidR="00FD7491" w:rsidRDefault="00FD7491" w:rsidP="00DC5A58">
    <w:pPr>
      <w:pStyle w:val="a3"/>
      <w:ind w:right="840"/>
      <w:rPr>
        <w:bdr w:val="single" w:sz="4" w:space="0" w:color="auto" w:frame="1"/>
      </w:rPr>
    </w:pPr>
  </w:p>
  <w:p w14:paraId="5B28CD80" w14:textId="26AD1BE3" w:rsidR="00FD7491" w:rsidRDefault="00FD7491" w:rsidP="00DC5A58">
    <w:pPr>
      <w:pStyle w:val="a3"/>
      <w:ind w:right="840" w:firstLineChars="100" w:firstLine="21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>小学校２年　道徳6</w:t>
    </w:r>
  </w:p>
  <w:p w14:paraId="7BFDCDA5" w14:textId="7256778D" w:rsidR="00FD7491" w:rsidRDefault="00FD7491">
    <w:pPr>
      <w:pStyle w:val="a3"/>
    </w:pPr>
  </w:p>
  <w:p w14:paraId="37497705" w14:textId="77777777" w:rsidR="00FD7491" w:rsidRDefault="00FD74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4E"/>
    <w:rsid w:val="00023E03"/>
    <w:rsid w:val="000A3321"/>
    <w:rsid w:val="000B09E5"/>
    <w:rsid w:val="000B2FDD"/>
    <w:rsid w:val="0010707F"/>
    <w:rsid w:val="00116F8D"/>
    <w:rsid w:val="00133BF1"/>
    <w:rsid w:val="0017303B"/>
    <w:rsid w:val="00200E66"/>
    <w:rsid w:val="002242FE"/>
    <w:rsid w:val="002324F5"/>
    <w:rsid w:val="00307FAD"/>
    <w:rsid w:val="003106CB"/>
    <w:rsid w:val="00322FA5"/>
    <w:rsid w:val="003E786D"/>
    <w:rsid w:val="00436F89"/>
    <w:rsid w:val="0047274E"/>
    <w:rsid w:val="0050504E"/>
    <w:rsid w:val="005343F6"/>
    <w:rsid w:val="0058408C"/>
    <w:rsid w:val="00592B52"/>
    <w:rsid w:val="00624105"/>
    <w:rsid w:val="0067549B"/>
    <w:rsid w:val="00710254"/>
    <w:rsid w:val="007837E4"/>
    <w:rsid w:val="007A2F38"/>
    <w:rsid w:val="007A5430"/>
    <w:rsid w:val="007A77C9"/>
    <w:rsid w:val="008817BE"/>
    <w:rsid w:val="008E073C"/>
    <w:rsid w:val="008E3592"/>
    <w:rsid w:val="009D7997"/>
    <w:rsid w:val="00A7775E"/>
    <w:rsid w:val="00BA267E"/>
    <w:rsid w:val="00BA71A1"/>
    <w:rsid w:val="00C300C2"/>
    <w:rsid w:val="00D56040"/>
    <w:rsid w:val="00DC5A58"/>
    <w:rsid w:val="00DC682E"/>
    <w:rsid w:val="00E55421"/>
    <w:rsid w:val="00E8331E"/>
    <w:rsid w:val="00F452DA"/>
    <w:rsid w:val="00F57A47"/>
    <w:rsid w:val="00FD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818DD9"/>
  <w15:chartTrackingRefBased/>
  <w15:docId w15:val="{F4E2D9C5-A286-40EB-BABE-FFC280D0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A58"/>
  </w:style>
  <w:style w:type="paragraph" w:styleId="a5">
    <w:name w:val="footer"/>
    <w:basedOn w:val="a"/>
    <w:link w:val="a6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A58"/>
  </w:style>
  <w:style w:type="table" w:styleId="a7">
    <w:name w:val="Table Grid"/>
    <w:basedOn w:val="a1"/>
    <w:uiPriority w:val="39"/>
    <w:rsid w:val="00BA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49A83D04</Template>
  <TotalTime>2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全仁 伊藤</dc:creator>
  <cp:keywords/>
  <dc:description/>
  <cp:lastModifiedBy>40620152</cp:lastModifiedBy>
  <cp:revision>2</cp:revision>
  <dcterms:created xsi:type="dcterms:W3CDTF">2020-05-19T05:31:00Z</dcterms:created>
  <dcterms:modified xsi:type="dcterms:W3CDTF">2020-05-19T05:31:00Z</dcterms:modified>
</cp:coreProperties>
</file>