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7815" w:rsidRPr="000F42D4" w:rsidRDefault="00FC1C66">
      <w:pPr>
        <w:rPr>
          <w:u w:val="single"/>
        </w:rPr>
      </w:pPr>
      <w:r>
        <w:rPr>
          <w:rFonts w:ascii="UD デジタル 教科書体 NP-B" w:eastAsia="UD デジタル 教科書体 NP-B" w:hAnsi="メイリオ" w:hint="eastAsia"/>
          <w:noProof/>
          <w:sz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4415436</wp:posOffset>
                </wp:positionH>
                <wp:positionV relativeFrom="paragraph">
                  <wp:posOffset>-443643</wp:posOffset>
                </wp:positionV>
                <wp:extent cx="1573618" cy="340241"/>
                <wp:effectExtent l="0" t="0" r="26670" b="22225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3618" cy="3402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4CCD" w:rsidRDefault="00914CCD">
                            <w:r>
                              <w:rPr>
                                <w:rFonts w:hint="eastAsia"/>
                              </w:rPr>
                              <w:t>小学校６</w:t>
                            </w:r>
                            <w:r>
                              <w:t>年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外国語</w:t>
                            </w:r>
                            <w:r>
                              <w:rPr>
                                <w:rFonts w:hint="eastAsia"/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26" type="#_x0000_t202" style="position:absolute;left:0;text-align:left;margin-left:347.65pt;margin-top:-34.95pt;width:123.9pt;height:26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" fillcolor="white [3201]" strokeweight=".5pt">
                <v:textbox>
                  <w:txbxContent>
                    <w:p w:rsidR="00914CCD" w:rsidRDefault="00914CCD">
                      <w:r>
                        <w:rPr>
                          <w:rFonts w:hint="eastAsia"/>
                        </w:rPr>
                        <w:t>小学校６</w:t>
                      </w:r>
                      <w:r>
                        <w:t>年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外国語</w:t>
                      </w:r>
                      <w:r>
                        <w:rPr>
                          <w:rFonts w:hint="eastAsia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="000F42D4">
        <w:rPr>
          <w:rFonts w:ascii="UD デジタル 教科書体 NP-B" w:eastAsia="UD デジタル 教科書体 NP-B" w:hAnsi="メイリオ" w:hint="eastAsia"/>
          <w:noProof/>
          <w:sz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33803</wp:posOffset>
                </wp:positionH>
                <wp:positionV relativeFrom="paragraph">
                  <wp:posOffset>-284244</wp:posOffset>
                </wp:positionV>
                <wp:extent cx="1233318" cy="690880"/>
                <wp:effectExtent l="0" t="0" r="24130" b="13970"/>
                <wp:wrapNone/>
                <wp:docPr id="10" name="角丸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3318" cy="690880"/>
                        </a:xfrm>
                        <a:prstGeom prst="roundRect">
                          <a:avLst/>
                        </a:prstGeom>
                        <a:solidFill>
                          <a:srgbClr val="00B050">
                            <a:alpha val="23000"/>
                          </a:srgb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F8D60CD" id="角丸四角形 10" o:spid="_x0000_s1026" style="position:absolute;left:0;text-align:left;margin-left:2.65pt;margin-top:-22.4pt;width:97.1pt;height:5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" fillcolor="#00b050" strokecolor="#70ad47 [3209]" strokeweight="1pt">
                <v:fill opacity="15163f"/>
                <v:stroke joinstyle="miter"/>
              </v:roundrect>
            </w:pict>
          </mc:Fallback>
        </mc:AlternateContent>
      </w:r>
      <w:r w:rsidR="000F42D4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33655</wp:posOffset>
                </wp:positionH>
                <wp:positionV relativeFrom="paragraph">
                  <wp:posOffset>-38765</wp:posOffset>
                </wp:positionV>
                <wp:extent cx="1201420" cy="531317"/>
                <wp:effectExtent l="0" t="0" r="0" b="254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1420" cy="53131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4CCD" w:rsidRDefault="00914CCD">
                            <w:r w:rsidRPr="00FA7815">
                              <w:rPr>
                                <w:rFonts w:ascii="UD デジタル 教科書体 NP-B" w:eastAsia="UD デジタル 教科書体 NP-B" w:hAnsi="メイリオ" w:hint="eastAsia"/>
                                <w:sz w:val="44"/>
                              </w:rPr>
                              <w:t>Uni</w:t>
                            </w:r>
                            <w:r>
                              <w:rPr>
                                <w:rFonts w:ascii="UD デジタル 教科書体 NP-B" w:eastAsia="UD デジタル 教科書体 NP-B" w:hAnsi="メイリオ"/>
                                <w:sz w:val="44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1" o:spid="_x0000_s1027" type="#_x0000_t202" style="position:absolute;left:0;text-align:left;margin-left:2.65pt;margin-top:-3.05pt;width:94.6pt;height:41.85pt;z-index:-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" filled="f" stroked="f" strokeweight=".5pt">
                <v:textbox>
                  <w:txbxContent>
                    <w:p w:rsidR="00914CCD" w:rsidRDefault="00914CCD">
                      <w:r w:rsidRPr="00FA7815">
                        <w:rPr>
                          <w:rFonts w:ascii="UD デジタル 教科書体 NP-B" w:eastAsia="UD デジタル 教科書体 NP-B" w:hAnsi="メイリオ" w:hint="eastAsia"/>
                          <w:sz w:val="44"/>
                        </w:rPr>
                        <w:t>Uni</w:t>
                      </w:r>
                      <w:r>
                        <w:rPr>
                          <w:rFonts w:ascii="UD デジタル 教科書体 NP-B" w:eastAsia="UD デジタル 教科書体 NP-B" w:hAnsi="メイリオ"/>
                          <w:sz w:val="44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 w:rsidR="008E133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6991D2" wp14:editId="480BE08F">
                <wp:simplePos x="0" y="0"/>
                <wp:positionH relativeFrom="column">
                  <wp:posOffset>583905</wp:posOffset>
                </wp:positionH>
                <wp:positionV relativeFrom="paragraph">
                  <wp:posOffset>-573789</wp:posOffset>
                </wp:positionV>
                <wp:extent cx="1828800" cy="1828800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14CCD" w:rsidRPr="008E133B" w:rsidRDefault="00914CCD" w:rsidP="008E133B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7CAAC" w:themeColor="accent2" w:themeTint="66"/>
                                <w:sz w:val="96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E133B">
                              <w:rPr>
                                <w:rFonts w:ascii="メイリオ" w:eastAsia="メイリオ" w:hAnsi="メイリオ" w:hint="eastAsia"/>
                                <w:b/>
                                <w:color w:val="F7CAAC" w:themeColor="accent2" w:themeTint="66"/>
                                <w:sz w:val="96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6991D2" id="テキスト ボックス 12" o:spid="_x0000_s1028" type="#_x0000_t202" style="position:absolute;left:0;text-align:left;margin-left:46pt;margin-top:-45.2pt;width:2in;height:2in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" filled="f" stroked="f">
                <v:textbox style="mso-fit-shape-to-text:t" inset="5.85pt,.7pt,5.85pt,.7pt">
                  <w:txbxContent>
                    <w:p w:rsidR="00914CCD" w:rsidRPr="008E133B" w:rsidRDefault="00914CCD" w:rsidP="008E133B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F7CAAC" w:themeColor="accent2" w:themeTint="66"/>
                          <w:sz w:val="96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E133B">
                        <w:rPr>
                          <w:rFonts w:ascii="メイリオ" w:eastAsia="メイリオ" w:hAnsi="メイリオ" w:hint="eastAsia"/>
                          <w:b/>
                          <w:color w:val="F7CAAC" w:themeColor="accent2" w:themeTint="66"/>
                          <w:sz w:val="96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8E133B">
        <w:rPr>
          <w:rFonts w:hint="eastAsia"/>
        </w:rPr>
        <w:t xml:space="preserve">　　　　　　　　　　　</w:t>
      </w:r>
      <w:r w:rsidR="001C3F94">
        <w:rPr>
          <w:rFonts w:ascii="UD デジタル 教科書体 NP-B" w:eastAsia="UD デジタル 教科書体 NP-B" w:hint="eastAsia"/>
          <w:sz w:val="44"/>
        </w:rPr>
        <w:t>②</w:t>
      </w:r>
      <w:r w:rsidR="00A31987">
        <w:rPr>
          <w:rFonts w:ascii="UD デジタル 教科書体 NP-B" w:eastAsia="UD デジタル 教科書体 NP-B" w:hint="eastAsia"/>
          <w:sz w:val="44"/>
        </w:rPr>
        <w:t xml:space="preserve">　　</w:t>
      </w:r>
      <w:r w:rsidR="00D9371A">
        <w:rPr>
          <w:rFonts w:ascii="UD デジタル 教科書体 NP-B" w:eastAsia="UD デジタル 教科書体 NP-B" w:hint="eastAsia"/>
          <w:sz w:val="24"/>
        </w:rPr>
        <w:t>６</w:t>
      </w:r>
      <w:r w:rsidR="00A31987" w:rsidRPr="00A31987">
        <w:rPr>
          <w:rFonts w:ascii="UD デジタル 教科書体 NP-B" w:eastAsia="UD デジタル 教科書体 NP-B" w:hint="eastAsia"/>
          <w:sz w:val="24"/>
        </w:rPr>
        <w:t>年　ＮＡＭＥ</w:t>
      </w:r>
      <w:r w:rsidR="000F42D4">
        <w:rPr>
          <w:rFonts w:ascii="UD デジタル 教科書体 NP-B" w:eastAsia="UD デジタル 教科書体 NP-B" w:hint="eastAsia"/>
          <w:sz w:val="44"/>
        </w:rPr>
        <w:t xml:space="preserve">　</w:t>
      </w:r>
      <w:r w:rsidR="000F42D4">
        <w:rPr>
          <w:rFonts w:ascii="UD デジタル 教科書体 NP-B" w:eastAsia="UD デジタル 教科書体 NP-B" w:hint="eastAsia"/>
          <w:sz w:val="44"/>
          <w:u w:val="single"/>
        </w:rPr>
        <w:t xml:space="preserve">　　</w:t>
      </w:r>
      <w:r w:rsidR="00A31987">
        <w:rPr>
          <w:rFonts w:ascii="UD デジタル 教科書体 NP-B" w:eastAsia="UD デジタル 教科書体 NP-B" w:hint="eastAsia"/>
          <w:sz w:val="44"/>
          <w:u w:val="single"/>
        </w:rPr>
        <w:t xml:space="preserve">　　</w:t>
      </w:r>
      <w:r w:rsidR="000F42D4">
        <w:rPr>
          <w:rFonts w:ascii="UD デジタル 教科書体 NP-B" w:eastAsia="UD デジタル 教科書体 NP-B" w:hint="eastAsia"/>
          <w:sz w:val="44"/>
          <w:u w:val="single"/>
        </w:rPr>
        <w:t xml:space="preserve">　　　　　</w:t>
      </w:r>
    </w:p>
    <w:p w:rsidR="008E133B" w:rsidRPr="00D02804" w:rsidRDefault="00D02804">
      <w:pPr>
        <w:rPr>
          <w:rFonts w:ascii="UD デジタル 教科書体 NP-B" w:eastAsia="UD デジタル 教科書体 NP-B"/>
        </w:rPr>
      </w:pPr>
      <w:r>
        <w:rPr>
          <w:rFonts w:hint="eastAsia"/>
        </w:rPr>
        <w:t xml:space="preserve">　　　　　　　　　　　　　　　　　　　　　　　　　　　　</w:t>
      </w:r>
      <w:r w:rsidRPr="00D02804">
        <w:rPr>
          <w:rFonts w:ascii="UD デジタル 教科書体 NP-B" w:eastAsia="UD デジタル 教科書体 NP-B" w:hint="eastAsia"/>
        </w:rPr>
        <w:t>（</w:t>
      </w:r>
      <w:r>
        <w:rPr>
          <w:rFonts w:ascii="UD デジタル 教科書体 NP-B" w:eastAsia="UD デジタル 教科書体 NP-B" w:hint="eastAsia"/>
        </w:rPr>
        <w:t>名前を</w:t>
      </w:r>
      <w:r w:rsidRPr="00D02804">
        <w:rPr>
          <w:rFonts w:ascii="UD デジタル 教科書体 NP-B" w:eastAsia="UD デジタル 教科書体 NP-B" w:hint="eastAsia"/>
        </w:rPr>
        <w:t>大文字</w:t>
      </w:r>
      <w:r w:rsidR="00D9371A">
        <w:rPr>
          <w:rFonts w:ascii="UD デジタル 教科書体 NP-B" w:eastAsia="UD デジタル 教科書体 NP-B" w:hint="eastAsia"/>
        </w:rPr>
        <w:t>と小文字</w:t>
      </w:r>
      <w:r w:rsidRPr="00D02804">
        <w:rPr>
          <w:rFonts w:ascii="UD デジタル 教科書体 NP-B" w:eastAsia="UD デジタル 教科書体 NP-B" w:hint="eastAsia"/>
        </w:rPr>
        <w:t>で</w:t>
      </w:r>
      <w:r>
        <w:rPr>
          <w:rFonts w:ascii="UD デジタル 教科書体 NP-B" w:eastAsia="UD デジタル 教科書体 NP-B" w:hint="eastAsia"/>
        </w:rPr>
        <w:t>書きましょう</w:t>
      </w:r>
      <w:r w:rsidRPr="00D02804">
        <w:rPr>
          <w:rFonts w:ascii="UD デジタル 教科書体 NP-B" w:eastAsia="UD デジタル 教科書体 NP-B" w:hint="eastAsia"/>
        </w:rPr>
        <w:t>）</w:t>
      </w:r>
    </w:p>
    <w:p w:rsidR="008E133B" w:rsidRPr="008E133B" w:rsidRDefault="008E133B">
      <w:pPr>
        <w:rPr>
          <w:rFonts w:ascii="UD デジタル 教科書体 NP-B" w:eastAsia="UD デジタル 教科書体 NP-B"/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2924</wp:posOffset>
                </wp:positionH>
                <wp:positionV relativeFrom="paragraph">
                  <wp:posOffset>412277</wp:posOffset>
                </wp:positionV>
                <wp:extent cx="6134986" cy="489098"/>
                <wp:effectExtent l="0" t="0" r="18415" b="2540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4986" cy="489098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4CCD" w:rsidRPr="00427A38" w:rsidRDefault="00914CCD">
                            <w:pPr>
                              <w:rPr>
                                <w:rFonts w:ascii="UD デジタル 教科書体 NP-B" w:eastAsia="UD デジタル 教科書体 NP-B"/>
                                <w:b/>
                                <w:w w:val="66"/>
                                <w:sz w:val="36"/>
                                <w:szCs w:val="32"/>
                              </w:rPr>
                            </w:pPr>
                            <w:r w:rsidRPr="00427A38">
                              <w:rPr>
                                <w:rFonts w:ascii="UD デジタル 教科書体 NP-B" w:eastAsia="UD デジタル 教科書体 NP-B" w:hint="eastAsia"/>
                                <w:b/>
                                <w:w w:val="66"/>
                                <w:sz w:val="36"/>
                                <w:szCs w:val="32"/>
                              </w:rPr>
                              <w:t>相手に</w:t>
                            </w:r>
                            <w:r>
                              <w:rPr>
                                <w:rFonts w:ascii="UD デジタル 教科書体 NP-B" w:eastAsia="UD デジタル 教科書体 NP-B" w:hint="eastAsia"/>
                                <w:b/>
                                <w:w w:val="66"/>
                                <w:sz w:val="36"/>
                                <w:szCs w:val="32"/>
                              </w:rPr>
                              <w:t>誕生日</w:t>
                            </w:r>
                            <w:r w:rsidRPr="00427A38">
                              <w:rPr>
                                <w:rFonts w:ascii="UD デジタル 教科書体 NP-B" w:eastAsia="UD デジタル 教科書体 NP-B"/>
                                <w:b/>
                                <w:w w:val="66"/>
                                <w:sz w:val="36"/>
                                <w:szCs w:val="32"/>
                              </w:rPr>
                              <w:t>を尋ね</w:t>
                            </w:r>
                            <w:r w:rsidRPr="00427A38">
                              <w:rPr>
                                <w:rFonts w:ascii="UD デジタル 教科書体 NP-B" w:eastAsia="UD デジタル 教科書体 NP-B" w:hint="eastAsia"/>
                                <w:b/>
                                <w:w w:val="66"/>
                                <w:sz w:val="36"/>
                                <w:szCs w:val="32"/>
                              </w:rPr>
                              <w:t>たり、自分の</w:t>
                            </w:r>
                            <w:r>
                              <w:rPr>
                                <w:rFonts w:ascii="UD デジタル 教科書体 NP-B" w:eastAsia="UD デジタル 教科書体 NP-B" w:hint="eastAsia"/>
                                <w:b/>
                                <w:w w:val="66"/>
                                <w:sz w:val="36"/>
                                <w:szCs w:val="32"/>
                              </w:rPr>
                              <w:t>誕生日を</w:t>
                            </w:r>
                            <w:r w:rsidRPr="00427A38">
                              <w:rPr>
                                <w:rFonts w:ascii="UD デジタル 教科書体 NP-B" w:eastAsia="UD デジタル 教科書体 NP-B"/>
                                <w:b/>
                                <w:w w:val="66"/>
                                <w:sz w:val="36"/>
                                <w:szCs w:val="32"/>
                              </w:rPr>
                              <w:t>答えたり</w:t>
                            </w:r>
                            <w:r w:rsidRPr="00427A38">
                              <w:rPr>
                                <w:rFonts w:ascii="UD デジタル 教科書体 NP-B" w:eastAsia="UD デジタル 教科書体 NP-B" w:hint="eastAsia"/>
                                <w:b/>
                                <w:w w:val="66"/>
                                <w:sz w:val="36"/>
                                <w:szCs w:val="32"/>
                              </w:rPr>
                              <w:t>できる</w:t>
                            </w:r>
                            <w:r w:rsidRPr="00427A38">
                              <w:rPr>
                                <w:rFonts w:ascii="UD デジタル 教科書体 NP-B" w:eastAsia="UD デジタル 教科書体 NP-B"/>
                                <w:b/>
                                <w:w w:val="66"/>
                                <w:sz w:val="36"/>
                                <w:szCs w:val="32"/>
                              </w:rPr>
                              <w:t>ようになろう</w:t>
                            </w:r>
                            <w:r w:rsidRPr="00427A38">
                              <w:rPr>
                                <w:rFonts w:ascii="UD デジタル 教科書体 NP-B" w:eastAsia="UD デジタル 教科書体 NP-B" w:hint="eastAsia"/>
                                <w:b/>
                                <w:w w:val="66"/>
                                <w:sz w:val="36"/>
                                <w:szCs w:val="3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3" o:spid="_x0000_s1029" type="#_x0000_t202" style="position:absolute;left:0;text-align:left;margin-left:.25pt;margin-top:32.45pt;width:483.05pt;height:3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" fillcolor="white [3201]" strokecolor="#70ad47 [3209]" strokeweight="1pt">
                <v:textbox>
                  <w:txbxContent>
                    <w:p w:rsidR="00914CCD" w:rsidRPr="00427A38" w:rsidRDefault="00914CCD">
                      <w:pPr>
                        <w:rPr>
                          <w:rFonts w:ascii="UD デジタル 教科書体 NP-B" w:eastAsia="UD デジタル 教科書体 NP-B"/>
                          <w:b/>
                          <w:w w:val="66"/>
                          <w:sz w:val="36"/>
                          <w:szCs w:val="32"/>
                        </w:rPr>
                      </w:pPr>
                      <w:r w:rsidRPr="00427A38">
                        <w:rPr>
                          <w:rFonts w:ascii="UD デジタル 教科書体 NP-B" w:eastAsia="UD デジタル 教科書体 NP-B" w:hint="eastAsia"/>
                          <w:b/>
                          <w:w w:val="66"/>
                          <w:sz w:val="36"/>
                          <w:szCs w:val="32"/>
                        </w:rPr>
                        <w:t>相手に</w:t>
                      </w:r>
                      <w:r>
                        <w:rPr>
                          <w:rFonts w:ascii="UD デジタル 教科書体 NP-B" w:eastAsia="UD デジタル 教科書体 NP-B" w:hint="eastAsia"/>
                          <w:b/>
                          <w:w w:val="66"/>
                          <w:sz w:val="36"/>
                          <w:szCs w:val="32"/>
                        </w:rPr>
                        <w:t>誕生日</w:t>
                      </w:r>
                      <w:r w:rsidRPr="00427A38">
                        <w:rPr>
                          <w:rFonts w:ascii="UD デジタル 教科書体 NP-B" w:eastAsia="UD デジタル 教科書体 NP-B"/>
                          <w:b/>
                          <w:w w:val="66"/>
                          <w:sz w:val="36"/>
                          <w:szCs w:val="32"/>
                        </w:rPr>
                        <w:t>を尋ね</w:t>
                      </w:r>
                      <w:r w:rsidRPr="00427A38">
                        <w:rPr>
                          <w:rFonts w:ascii="UD デジタル 教科書体 NP-B" w:eastAsia="UD デジタル 教科書体 NP-B" w:hint="eastAsia"/>
                          <w:b/>
                          <w:w w:val="66"/>
                          <w:sz w:val="36"/>
                          <w:szCs w:val="32"/>
                        </w:rPr>
                        <w:t>たり、自分の</w:t>
                      </w:r>
                      <w:r>
                        <w:rPr>
                          <w:rFonts w:ascii="UD デジタル 教科書体 NP-B" w:eastAsia="UD デジタル 教科書体 NP-B" w:hint="eastAsia"/>
                          <w:b/>
                          <w:w w:val="66"/>
                          <w:sz w:val="36"/>
                          <w:szCs w:val="32"/>
                        </w:rPr>
                        <w:t>誕生日を</w:t>
                      </w:r>
                      <w:r w:rsidRPr="00427A38">
                        <w:rPr>
                          <w:rFonts w:ascii="UD デジタル 教科書体 NP-B" w:eastAsia="UD デジタル 教科書体 NP-B"/>
                          <w:b/>
                          <w:w w:val="66"/>
                          <w:sz w:val="36"/>
                          <w:szCs w:val="32"/>
                        </w:rPr>
                        <w:t>答えたり</w:t>
                      </w:r>
                      <w:r w:rsidRPr="00427A38">
                        <w:rPr>
                          <w:rFonts w:ascii="UD デジタル 教科書体 NP-B" w:eastAsia="UD デジタル 教科書体 NP-B" w:hint="eastAsia"/>
                          <w:b/>
                          <w:w w:val="66"/>
                          <w:sz w:val="36"/>
                          <w:szCs w:val="32"/>
                        </w:rPr>
                        <w:t>できる</w:t>
                      </w:r>
                      <w:r w:rsidRPr="00427A38">
                        <w:rPr>
                          <w:rFonts w:ascii="UD デジタル 教科書体 NP-B" w:eastAsia="UD デジタル 教科書体 NP-B"/>
                          <w:b/>
                          <w:w w:val="66"/>
                          <w:sz w:val="36"/>
                          <w:szCs w:val="32"/>
                        </w:rPr>
                        <w:t>ようになろう</w:t>
                      </w:r>
                      <w:r w:rsidRPr="00427A38">
                        <w:rPr>
                          <w:rFonts w:ascii="UD デジタル 教科書体 NP-B" w:eastAsia="UD デジタル 教科書体 NP-B" w:hint="eastAsia"/>
                          <w:b/>
                          <w:w w:val="66"/>
                          <w:sz w:val="36"/>
                          <w:szCs w:val="3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8E133B">
        <w:rPr>
          <w:rFonts w:ascii="UD デジタル 教科書体 NP-B" w:eastAsia="UD デジタル 教科書体 NP-B" w:hint="eastAsia"/>
          <w:sz w:val="36"/>
        </w:rPr>
        <w:t>学習のめあて</w:t>
      </w:r>
    </w:p>
    <w:p w:rsidR="008E133B" w:rsidRDefault="008E133B"/>
    <w:p w:rsidR="008E133B" w:rsidRDefault="008E133B"/>
    <w:p w:rsidR="000F42D4" w:rsidRDefault="00D9371A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1073084</wp:posOffset>
                </wp:positionH>
                <wp:positionV relativeFrom="paragraph">
                  <wp:posOffset>78526</wp:posOffset>
                </wp:positionV>
                <wp:extent cx="5613400" cy="1163320"/>
                <wp:effectExtent l="647700" t="0" r="44450" b="36830"/>
                <wp:wrapNone/>
                <wp:docPr id="14" name="雲形吹き出し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3400" cy="1163320"/>
                        </a:xfrm>
                        <a:prstGeom prst="cloudCallout">
                          <a:avLst>
                            <a:gd name="adj1" fmla="val -60655"/>
                            <a:gd name="adj2" fmla="val 1132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14CCD" w:rsidRDefault="00914CCD" w:rsidP="00F01467">
                            <w:pPr>
                              <w:rPr>
                                <w:outline/>
                                <w:color w:val="000000" w:themeColor="text1"/>
                                <w:szCs w:val="2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D9371A">
                              <w:rPr>
                                <w:rFonts w:hint="eastAsia"/>
                                <w:outline/>
                                <w:color w:val="000000" w:themeColor="text1"/>
                                <w:szCs w:val="2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「誕生日」は</w:t>
                            </w:r>
                            <w:r w:rsidRPr="00D9371A">
                              <w:rPr>
                                <w:outline/>
                                <w:color w:val="000000" w:themeColor="text1"/>
                                <w:szCs w:val="2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簡単！</w:t>
                            </w:r>
                          </w:p>
                          <w:p w:rsidR="00914CCD" w:rsidRPr="00D9371A" w:rsidRDefault="00914CCD" w:rsidP="00F01467">
                            <w:pPr>
                              <w:rPr>
                                <w:outline/>
                                <w:color w:val="000000" w:themeColor="text1"/>
                                <w:szCs w:val="2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D9371A">
                              <w:rPr>
                                <w:outline/>
                                <w:color w:val="000000" w:themeColor="text1"/>
                                <w:szCs w:val="2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「</w:t>
                            </w:r>
                            <w:r w:rsidRPr="00D9371A">
                              <w:rPr>
                                <w:rFonts w:hint="eastAsia"/>
                                <w:outline/>
                                <w:color w:val="000000" w:themeColor="text1"/>
                                <w:szCs w:val="2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ハッピーバースデー</w:t>
                            </w:r>
                            <w:r>
                              <w:rPr>
                                <w:rFonts w:hint="eastAsia"/>
                                <w:outline/>
                                <w:color w:val="000000" w:themeColor="text1"/>
                                <w:szCs w:val="2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　トゥーユー</w:t>
                            </w:r>
                            <w:r w:rsidRPr="00D9371A">
                              <w:rPr>
                                <w:rFonts w:hint="eastAsia"/>
                                <w:outline/>
                                <w:color w:val="000000" w:themeColor="text1"/>
                                <w:szCs w:val="2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♪</w:t>
                            </w:r>
                            <w:r w:rsidRPr="00D9371A">
                              <w:rPr>
                                <w:outline/>
                                <w:color w:val="000000" w:themeColor="text1"/>
                                <w:szCs w:val="2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」</w:t>
                            </w:r>
                            <w:r w:rsidRPr="00D9371A">
                              <w:rPr>
                                <w:rFonts w:hint="eastAsia"/>
                                <w:outline/>
                                <w:color w:val="000000" w:themeColor="text1"/>
                                <w:szCs w:val="2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だから</w:t>
                            </w:r>
                            <w:r>
                              <w:rPr>
                                <w:rFonts w:hint="eastAsia"/>
                                <w:outline/>
                                <w:color w:val="000000" w:themeColor="text1"/>
                                <w:szCs w:val="2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…んっ</w:t>
                            </w:r>
                            <w:r>
                              <w:rPr>
                                <w:outline/>
                                <w:color w:val="000000" w:themeColor="text1"/>
                                <w:szCs w:val="2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？？</w:t>
                            </w:r>
                          </w:p>
                          <w:p w:rsidR="00914CCD" w:rsidRPr="00D9371A" w:rsidRDefault="00914CCD" w:rsidP="00F01467">
                            <w:pPr>
                              <w:rPr>
                                <w:outline/>
                                <w:color w:val="000000" w:themeColor="text1"/>
                                <w:szCs w:val="2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D9371A">
                              <w:rPr>
                                <w:rFonts w:hint="eastAsia"/>
                                <w:outline/>
                                <w:color w:val="000000" w:themeColor="text1"/>
                                <w:szCs w:val="2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動画をみて</w:t>
                            </w:r>
                            <w:r w:rsidRPr="00D9371A">
                              <w:rPr>
                                <w:outline/>
                                <w:color w:val="000000" w:themeColor="text1"/>
                                <w:szCs w:val="2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、何</w:t>
                            </w:r>
                            <w:r w:rsidRPr="00D9371A">
                              <w:rPr>
                                <w:rFonts w:hint="eastAsia"/>
                                <w:outline/>
                                <w:color w:val="000000" w:themeColor="text1"/>
                                <w:szCs w:val="2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と</w:t>
                            </w:r>
                            <w:r w:rsidRPr="00D9371A">
                              <w:rPr>
                                <w:outline/>
                                <w:color w:val="000000" w:themeColor="text1"/>
                                <w:szCs w:val="2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言っているか</w:t>
                            </w:r>
                            <w:r w:rsidRPr="00D9371A">
                              <w:rPr>
                                <w:rFonts w:hint="eastAsia"/>
                                <w:outline/>
                                <w:color w:val="000000" w:themeColor="text1"/>
                                <w:szCs w:val="2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、</w:t>
                            </w:r>
                            <w:r w:rsidRPr="00D9371A">
                              <w:rPr>
                                <w:outline/>
                                <w:color w:val="000000" w:themeColor="text1"/>
                                <w:szCs w:val="2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確認しよ</w:t>
                            </w:r>
                            <w:r w:rsidR="00AD67F0">
                              <w:rPr>
                                <w:rFonts w:hint="eastAsia"/>
                                <w:outline/>
                                <w:color w:val="000000" w:themeColor="text1"/>
                                <w:szCs w:val="2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う</w:t>
                            </w:r>
                            <w:r w:rsidRPr="00D9371A">
                              <w:rPr>
                                <w:rFonts w:hint="eastAsia"/>
                                <w:outline/>
                                <w:color w:val="000000" w:themeColor="text1"/>
                                <w:szCs w:val="21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雲形吹き出し 14" o:spid="_x0000_s1030" type="#_x0000_t106" style="position:absolute;left:0;text-align:left;margin-left:84.5pt;margin-top:6.2pt;width:442pt;height:91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" adj="-2301,13247" filled="f" strokecolor="#1f4d78 [1604]" strokeweight="1pt">
                <v:stroke joinstyle="miter"/>
                <v:textbox>
                  <w:txbxContent>
                    <w:p w:rsidR="00914CCD" w:rsidRDefault="00914CCD" w:rsidP="00F01467">
                      <w:pPr>
                        <w:rPr>
                          <w:outline/>
                          <w:color w:val="000000" w:themeColor="text1"/>
                          <w:szCs w:val="2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 w:rsidRPr="00D9371A">
                        <w:rPr>
                          <w:rFonts w:hint="eastAsia"/>
                          <w:outline/>
                          <w:color w:val="000000" w:themeColor="text1"/>
                          <w:szCs w:val="2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「誕生日」は</w:t>
                      </w:r>
                      <w:r w:rsidRPr="00D9371A">
                        <w:rPr>
                          <w:outline/>
                          <w:color w:val="000000" w:themeColor="text1"/>
                          <w:szCs w:val="2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簡単！</w:t>
                      </w:r>
                    </w:p>
                    <w:p w:rsidR="00914CCD" w:rsidRPr="00D9371A" w:rsidRDefault="00914CCD" w:rsidP="00F01467">
                      <w:pPr>
                        <w:rPr>
                          <w:outline/>
                          <w:color w:val="000000" w:themeColor="text1"/>
                          <w:szCs w:val="2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 w:rsidRPr="00D9371A">
                        <w:rPr>
                          <w:outline/>
                          <w:color w:val="000000" w:themeColor="text1"/>
                          <w:szCs w:val="2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「</w:t>
                      </w:r>
                      <w:r w:rsidRPr="00D9371A">
                        <w:rPr>
                          <w:rFonts w:hint="eastAsia"/>
                          <w:outline/>
                          <w:color w:val="000000" w:themeColor="text1"/>
                          <w:szCs w:val="2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ハッピーバースデー</w:t>
                      </w:r>
                      <w:r>
                        <w:rPr>
                          <w:rFonts w:hint="eastAsia"/>
                          <w:outline/>
                          <w:color w:val="000000" w:themeColor="text1"/>
                          <w:szCs w:val="2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 xml:space="preserve">　トゥーユー</w:t>
                      </w:r>
                      <w:r w:rsidRPr="00D9371A">
                        <w:rPr>
                          <w:rFonts w:hint="eastAsia"/>
                          <w:outline/>
                          <w:color w:val="000000" w:themeColor="text1"/>
                          <w:szCs w:val="2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♪</w:t>
                      </w:r>
                      <w:r w:rsidRPr="00D9371A">
                        <w:rPr>
                          <w:outline/>
                          <w:color w:val="000000" w:themeColor="text1"/>
                          <w:szCs w:val="2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」</w:t>
                      </w:r>
                      <w:r w:rsidRPr="00D9371A">
                        <w:rPr>
                          <w:rFonts w:hint="eastAsia"/>
                          <w:outline/>
                          <w:color w:val="000000" w:themeColor="text1"/>
                          <w:szCs w:val="2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だから</w:t>
                      </w:r>
                      <w:r>
                        <w:rPr>
                          <w:rFonts w:hint="eastAsia"/>
                          <w:outline/>
                          <w:color w:val="000000" w:themeColor="text1"/>
                          <w:szCs w:val="2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…んっ</w:t>
                      </w:r>
                      <w:r>
                        <w:rPr>
                          <w:outline/>
                          <w:color w:val="000000" w:themeColor="text1"/>
                          <w:szCs w:val="2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？？</w:t>
                      </w:r>
                    </w:p>
                    <w:p w:rsidR="00914CCD" w:rsidRPr="00D9371A" w:rsidRDefault="00914CCD" w:rsidP="00F01467">
                      <w:pPr>
                        <w:rPr>
                          <w:outline/>
                          <w:color w:val="000000" w:themeColor="text1"/>
                          <w:szCs w:val="2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 w:rsidRPr="00D9371A">
                        <w:rPr>
                          <w:rFonts w:hint="eastAsia"/>
                          <w:outline/>
                          <w:color w:val="000000" w:themeColor="text1"/>
                          <w:szCs w:val="2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動画をみて</w:t>
                      </w:r>
                      <w:r w:rsidRPr="00D9371A">
                        <w:rPr>
                          <w:outline/>
                          <w:color w:val="000000" w:themeColor="text1"/>
                          <w:szCs w:val="2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、何</w:t>
                      </w:r>
                      <w:r w:rsidRPr="00D9371A">
                        <w:rPr>
                          <w:rFonts w:hint="eastAsia"/>
                          <w:outline/>
                          <w:color w:val="000000" w:themeColor="text1"/>
                          <w:szCs w:val="2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と</w:t>
                      </w:r>
                      <w:r w:rsidRPr="00D9371A">
                        <w:rPr>
                          <w:outline/>
                          <w:color w:val="000000" w:themeColor="text1"/>
                          <w:szCs w:val="2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言っているか</w:t>
                      </w:r>
                      <w:r w:rsidRPr="00D9371A">
                        <w:rPr>
                          <w:rFonts w:hint="eastAsia"/>
                          <w:outline/>
                          <w:color w:val="000000" w:themeColor="text1"/>
                          <w:szCs w:val="2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、</w:t>
                      </w:r>
                      <w:r w:rsidRPr="00D9371A">
                        <w:rPr>
                          <w:outline/>
                          <w:color w:val="000000" w:themeColor="text1"/>
                          <w:szCs w:val="2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確認しよ</w:t>
                      </w:r>
                      <w:r w:rsidR="00AD67F0">
                        <w:rPr>
                          <w:rFonts w:hint="eastAsia"/>
                          <w:outline/>
                          <w:color w:val="000000" w:themeColor="text1"/>
                          <w:szCs w:val="2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う</w:t>
                      </w:r>
                      <w:r w:rsidRPr="00D9371A">
                        <w:rPr>
                          <w:rFonts w:hint="eastAsia"/>
                          <w:outline/>
                          <w:color w:val="000000" w:themeColor="text1"/>
                          <w:szCs w:val="21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  <w:r w:rsidRPr="00FA7815">
        <w:rPr>
          <w:noProof/>
        </w:rPr>
        <w:drawing>
          <wp:inline distT="0" distB="0" distL="0" distR="0" wp14:anchorId="1310B066" wp14:editId="024C0782">
            <wp:extent cx="389580" cy="492790"/>
            <wp:effectExtent l="0" t="0" r="0" b="254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363" cy="50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268" w:rsidRDefault="00D9371A">
      <w:r w:rsidRPr="00FA7815">
        <w:rPr>
          <w:noProof/>
        </w:rPr>
        <w:drawing>
          <wp:inline distT="0" distB="0" distL="0" distR="0" wp14:anchorId="135C7350" wp14:editId="5CC07823">
            <wp:extent cx="457200" cy="519193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20" cy="529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2D4" w:rsidRPr="000F42D4" w:rsidRDefault="00F01467" w:rsidP="000F61AE">
      <w:pPr>
        <w:rPr>
          <w:rFonts w:ascii="UD デジタル 教科書体 NP-B" w:eastAsia="UD デジタル 教科書体 NP-B"/>
          <w:sz w:val="24"/>
        </w:rPr>
      </w:pPr>
      <w:r>
        <w:rPr>
          <w:rFonts w:ascii="UD デジタル 教科書体 NP-B" w:eastAsia="UD デジタル 教科書体 NP-B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5902266</wp:posOffset>
                </wp:positionH>
                <wp:positionV relativeFrom="paragraph">
                  <wp:posOffset>12700</wp:posOffset>
                </wp:positionV>
                <wp:extent cx="488950" cy="382270"/>
                <wp:effectExtent l="0" t="0" r="25400" b="1778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950" cy="3822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4CCD" w:rsidRPr="00BF3459" w:rsidRDefault="00914CCD" w:rsidP="00BF3459">
                            <w:pPr>
                              <w:spacing w:line="360" w:lineRule="auto"/>
                              <w:rPr>
                                <w:rFonts w:ascii="HGS創英角ｺﾞｼｯｸUB" w:eastAsia="HGS創英角ｺﾞｼｯｸUB" w:hAnsi="HGS創英角ｺﾞｼｯｸUB"/>
                                <w:color w:val="FFFFFF" w:themeColor="background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F3459">
                              <w:rPr>
                                <w:rFonts w:ascii="HGS創英角ｺﾞｼｯｸUB" w:eastAsia="HGS創英角ｺﾞｼｯｸUB" w:hAnsi="HGS創英角ｺﾞｼｯｸUB" w:hint="eastAsia"/>
                                <w:color w:val="FFFFFF" w:themeColor="background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検索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6" o:spid="_x0000_s1031" type="#_x0000_t202" style="position:absolute;left:0;text-align:left;margin-left:464.75pt;margin-top:1pt;width:38.5pt;height:30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" fillcolor="black [3213]" strokeweight=".5pt">
                <v:textbox>
                  <w:txbxContent>
                    <w:p w:rsidR="00914CCD" w:rsidRPr="00BF3459" w:rsidRDefault="00914CCD" w:rsidP="00BF3459">
                      <w:pPr>
                        <w:spacing w:line="360" w:lineRule="auto"/>
                        <w:rPr>
                          <w:rFonts w:ascii="HGS創英角ｺﾞｼｯｸUB" w:eastAsia="HGS創英角ｺﾞｼｯｸUB" w:hAnsi="HGS創英角ｺﾞｼｯｸUB"/>
                          <w:color w:val="FFFFFF" w:themeColor="background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F3459">
                        <w:rPr>
                          <w:rFonts w:ascii="HGS創英角ｺﾞｼｯｸUB" w:eastAsia="HGS創英角ｺﾞｼｯｸUB" w:hAnsi="HGS創英角ｺﾞｼｯｸUB" w:hint="eastAsia"/>
                          <w:color w:val="FFFFFF" w:themeColor="background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検索</w:t>
                      </w:r>
                    </w:p>
                  </w:txbxContent>
                </v:textbox>
              </v:shape>
            </w:pict>
          </mc:Fallback>
        </mc:AlternateContent>
      </w:r>
      <w:r w:rsidR="00D02804">
        <w:rPr>
          <w:rFonts w:ascii="UD デジタル 教科書体 NP-B" w:eastAsia="UD デジタル 教科書体 NP-B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3883587</wp:posOffset>
                </wp:positionH>
                <wp:positionV relativeFrom="paragraph">
                  <wp:posOffset>7620</wp:posOffset>
                </wp:positionV>
                <wp:extent cx="2094614" cy="382270"/>
                <wp:effectExtent l="0" t="0" r="20320" b="17780"/>
                <wp:wrapNone/>
                <wp:docPr id="15" name="角丸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4614" cy="38227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F401EB7" id="角丸四角形 15" o:spid="_x0000_s1026" style="position:absolute;left:0;text-align:left;margin-left:305.8pt;margin-top:.6pt;width:164.95pt;height:30.1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" filled="f" strokecolor="#1f4d78 [1604]" strokeweight="1pt">
                <v:stroke joinstyle="miter"/>
              </v:roundrect>
            </w:pict>
          </mc:Fallback>
        </mc:AlternateContent>
      </w:r>
      <w:r>
        <w:rPr>
          <w:rFonts w:ascii="UD デジタル 教科書体 NP-B" w:eastAsia="UD デジタル 教科書体 NP-B" w:hint="eastAsia"/>
          <w:sz w:val="24"/>
        </w:rPr>
        <w:t xml:space="preserve">１　</w:t>
      </w:r>
      <w:r w:rsidR="00BF3459">
        <w:rPr>
          <w:rFonts w:ascii="UD デジタル 教科書体 NP-B" w:eastAsia="UD デジタル 教科書体 NP-B" w:hint="eastAsia"/>
          <w:sz w:val="24"/>
        </w:rPr>
        <w:t>インターネットを使って、</w:t>
      </w:r>
      <w:r w:rsidR="000F42D4" w:rsidRPr="000F42D4">
        <w:rPr>
          <w:rFonts w:ascii="UD デジタル 教科書体 NP-B" w:eastAsia="UD デジタル 教科書体 NP-B" w:hint="eastAsia"/>
          <w:sz w:val="24"/>
        </w:rPr>
        <w:t>次の動画を見てみよう。</w:t>
      </w:r>
      <w:r w:rsidR="000F42D4">
        <w:rPr>
          <w:rFonts w:ascii="UD デジタル 教科書体 NP-B" w:eastAsia="UD デジタル 教科書体 NP-B" w:hint="eastAsia"/>
          <w:sz w:val="24"/>
        </w:rPr>
        <w:t xml:space="preserve">　</w:t>
      </w:r>
      <w:r w:rsidR="00B41F34" w:rsidRPr="00B41F34">
        <w:rPr>
          <w:rFonts w:ascii="Segoe UI Symbol" w:eastAsia="UD デジタル 教科書体 NP-B" w:hAnsi="Segoe UI Symbol" w:cs="Segoe UI Symbol" w:hint="eastAsia"/>
          <w:w w:val="80"/>
          <w:sz w:val="24"/>
        </w:rPr>
        <w:t>基礎英語０</w:t>
      </w:r>
      <w:r>
        <w:rPr>
          <w:rFonts w:ascii="Segoe UI Symbol" w:eastAsia="UD デジタル 教科書体 NP-B" w:hAnsi="Segoe UI Symbol" w:cs="Segoe UI Symbol" w:hint="eastAsia"/>
          <w:w w:val="80"/>
          <w:sz w:val="24"/>
        </w:rPr>
        <w:t>世界</w:t>
      </w:r>
      <w:r w:rsidR="00B41F34" w:rsidRPr="00B41F34">
        <w:rPr>
          <w:rFonts w:ascii="Segoe UI Symbol" w:eastAsia="UD デジタル 教科書体 NP-B" w:hAnsi="Segoe UI Symbol" w:cs="Segoe UI Symbol" w:hint="eastAsia"/>
          <w:w w:val="80"/>
          <w:sz w:val="24"/>
        </w:rPr>
        <w:t>エイゴミッション</w:t>
      </w:r>
    </w:p>
    <w:p w:rsidR="00BF3459" w:rsidRPr="00427A38" w:rsidRDefault="00C73852">
      <w:pPr>
        <w:rPr>
          <w:rFonts w:ascii="UD デジタル 教科書体 NP-B" w:eastAsia="UD デジタル 教科書体 NP-B"/>
          <w:b/>
          <w:w w:val="66"/>
          <w:sz w:val="28"/>
          <w:bdr w:val="single" w:sz="4" w:space="0" w:color="auto"/>
        </w:rPr>
      </w:pPr>
      <w:r w:rsidRPr="00427A38">
        <w:rPr>
          <w:rFonts w:hint="eastAsia"/>
          <w:w w:val="66"/>
        </w:rPr>
        <w:t xml:space="preserve">　　　</w:t>
      </w:r>
      <w:r w:rsidRPr="00427A38">
        <w:rPr>
          <w:rFonts w:ascii="UD デジタル 教科書体 NP-B" w:eastAsia="UD デジタル 教科書体 NP-B" w:hint="eastAsia"/>
          <w:b/>
          <w:w w:val="66"/>
          <w:sz w:val="28"/>
          <w:bdr w:val="single" w:sz="4" w:space="0" w:color="auto"/>
        </w:rPr>
        <w:t>動画</w:t>
      </w:r>
      <w:r w:rsidR="00B41F34" w:rsidRPr="00427A38">
        <w:rPr>
          <w:rFonts w:ascii="UD デジタル 教科書体 NP-B" w:eastAsia="UD デジタル 教科書体 NP-B" w:hint="eastAsia"/>
          <w:b/>
          <w:w w:val="66"/>
          <w:sz w:val="28"/>
        </w:rPr>
        <w:t xml:space="preserve">　</w:t>
      </w:r>
      <w:r w:rsidR="00B41F34" w:rsidRPr="00427A38">
        <w:rPr>
          <w:rFonts w:ascii="UD デジタル 教科書体 NP-B" w:eastAsia="UD デジタル 教科書体 NP-B" w:hint="eastAsia"/>
          <w:b/>
          <w:w w:val="66"/>
          <w:sz w:val="28"/>
          <w:bdr w:val="single" w:sz="4" w:space="0" w:color="auto"/>
        </w:rPr>
        <w:t>基礎英語０</w:t>
      </w:r>
      <w:r w:rsidR="004747CE" w:rsidRPr="00427A38">
        <w:rPr>
          <w:rFonts w:ascii="UD デジタル 教科書体 NP-B" w:eastAsia="UD デジタル 教科書体 NP-B" w:hint="eastAsia"/>
          <w:b/>
          <w:w w:val="66"/>
          <w:sz w:val="28"/>
          <w:bdr w:val="single" w:sz="4" w:space="0" w:color="auto"/>
        </w:rPr>
        <w:t>世界</w:t>
      </w:r>
      <w:r w:rsidR="00B41F34" w:rsidRPr="00427A38">
        <w:rPr>
          <w:rFonts w:ascii="UD デジタル 教科書体 NP-B" w:eastAsia="UD デジタル 教科書体 NP-B" w:hint="eastAsia"/>
          <w:b/>
          <w:w w:val="66"/>
          <w:sz w:val="28"/>
          <w:bdr w:val="single" w:sz="4" w:space="0" w:color="auto"/>
        </w:rPr>
        <w:t>エイゴミッション</w:t>
      </w:r>
      <w:r w:rsidR="00D9371A">
        <w:rPr>
          <w:rFonts w:ascii="UD デジタル 教科書体 NP-B" w:eastAsia="UD デジタル 教科書体 NP-B" w:hint="eastAsia"/>
          <w:b/>
          <w:w w:val="66"/>
          <w:sz w:val="28"/>
          <w:bdr w:val="single" w:sz="4" w:space="0" w:color="auto"/>
        </w:rPr>
        <w:t xml:space="preserve">　第９</w:t>
      </w:r>
      <w:r w:rsidR="000F61AE" w:rsidRPr="00427A38">
        <w:rPr>
          <w:rFonts w:ascii="UD デジタル 教科書体 NP-B" w:eastAsia="UD デジタル 教科書体 NP-B" w:hint="eastAsia"/>
          <w:b/>
          <w:w w:val="66"/>
          <w:sz w:val="28"/>
          <w:bdr w:val="single" w:sz="4" w:space="0" w:color="auto"/>
        </w:rPr>
        <w:t>回　「</w:t>
      </w:r>
      <w:r w:rsidR="00D9371A">
        <w:rPr>
          <w:rFonts w:ascii="UD デジタル 教科書体 NP-B" w:eastAsia="UD デジタル 教科書体 NP-B" w:hint="eastAsia"/>
          <w:b/>
          <w:w w:val="66"/>
          <w:sz w:val="28"/>
          <w:bdr w:val="single" w:sz="4" w:space="0" w:color="auto"/>
        </w:rPr>
        <w:t>バースデーケーキを届けよ！</w:t>
      </w:r>
      <w:r w:rsidRPr="00427A38">
        <w:rPr>
          <w:rFonts w:ascii="UD デジタル 教科書体 NP-B" w:eastAsia="UD デジタル 教科書体 NP-B" w:hint="eastAsia"/>
          <w:b/>
          <w:w w:val="66"/>
          <w:sz w:val="28"/>
          <w:bdr w:val="single" w:sz="4" w:space="0" w:color="auto"/>
        </w:rPr>
        <w:t>」（１０分）</w:t>
      </w:r>
    </w:p>
    <w:p w:rsidR="002630A1" w:rsidRDefault="002630A1" w:rsidP="002630A1">
      <w:pPr>
        <w:pStyle w:val="a4"/>
        <w:numPr>
          <w:ilvl w:val="0"/>
          <w:numId w:val="6"/>
        </w:numPr>
        <w:ind w:leftChars="0"/>
        <w:rPr>
          <w:rFonts w:ascii="UD デジタル 教科書体 NP-B" w:eastAsia="UD デジタル 教科書体 NP-B"/>
          <w:b/>
          <w:w w:val="80"/>
          <w:sz w:val="28"/>
        </w:rPr>
      </w:pPr>
      <w:r w:rsidRPr="002630A1">
        <w:rPr>
          <w:rFonts w:ascii="UD デジタル 教科書体 NP-B" w:eastAsia="UD デジタル 教科書体 NP-B" w:hint="eastAsia"/>
          <w:b/>
          <w:w w:val="80"/>
          <w:sz w:val="28"/>
        </w:rPr>
        <w:t>動画配信元　NHK for School</w:t>
      </w:r>
    </w:p>
    <w:p w:rsidR="00241A30" w:rsidRDefault="00241A30" w:rsidP="00241A30">
      <w:pPr>
        <w:rPr>
          <w:rFonts w:ascii="UD デジタル 教科書体 NP-B" w:eastAsia="UD デジタル 教科書体 NP-B"/>
          <w:b/>
          <w:w w:val="80"/>
          <w:sz w:val="24"/>
        </w:rPr>
      </w:pPr>
      <w:r>
        <w:rPr>
          <w:rFonts w:ascii="UD デジタル 教科書体 NP-B" w:eastAsia="UD デジタル 教科書体 NP-B" w:hint="eastAsia"/>
          <w:b/>
          <w:w w:val="80"/>
          <w:sz w:val="24"/>
        </w:rPr>
        <w:t>２　「バースデーケーキを届けよ！」の動画の中で、６月９日の誕生日の人を探していたね。オーストラリアン</w:t>
      </w:r>
    </w:p>
    <w:p w:rsidR="00241A30" w:rsidRDefault="00241A30" w:rsidP="00241A30">
      <w:pPr>
        <w:rPr>
          <w:rFonts w:ascii="UD デジタル 教科書体 NP-B" w:eastAsia="UD デジタル 教科書体 NP-B"/>
          <w:b/>
          <w:w w:val="80"/>
          <w:sz w:val="24"/>
        </w:rPr>
      </w:pPr>
      <w:r>
        <w:rPr>
          <w:rFonts w:ascii="UD デジタル 教科書体 NP-B" w:eastAsia="UD デジタル 教科書体 NP-B" w:hint="eastAsia"/>
          <w:b/>
          <w:w w:val="80"/>
          <w:sz w:val="24"/>
        </w:rPr>
        <w:t xml:space="preserve">　　　フットボールチームのコーチの名前を聞き取ることができたかな？カタカナで書いてみよう。</w:t>
      </w:r>
    </w:p>
    <w:p w:rsidR="00241A30" w:rsidRDefault="00241A30" w:rsidP="00241A30">
      <w:pPr>
        <w:rPr>
          <w:rFonts w:ascii="UD デジタル 教科書体 NP-B" w:eastAsia="UD デジタル 教科書体 NP-B"/>
          <w:w w:val="80"/>
          <w:sz w:val="24"/>
          <w:u w:val="single"/>
        </w:rPr>
      </w:pPr>
      <w:r>
        <w:rPr>
          <w:rFonts w:ascii="UD デジタル 教科書体 NP-B" w:eastAsia="UD デジタル 教科書体 NP-B" w:hint="eastAsia"/>
          <w:b/>
          <w:w w:val="80"/>
          <w:sz w:val="24"/>
        </w:rPr>
        <w:t xml:space="preserve">　　　</w:t>
      </w:r>
      <w:r>
        <w:rPr>
          <w:rFonts w:ascii="UD デジタル 教科書体 NP-B" w:eastAsia="UD デジタル 教科書体 NP-B" w:hint="eastAsia"/>
          <w:b/>
          <w:w w:val="80"/>
          <w:sz w:val="24"/>
          <w:u w:val="single"/>
        </w:rPr>
        <w:t>答え</w:t>
      </w:r>
      <w:r>
        <w:rPr>
          <w:rFonts w:ascii="UD デジタル 教科書体 NP-B" w:eastAsia="UD デジタル 教科書体 NP-B" w:hint="eastAsia"/>
          <w:w w:val="80"/>
          <w:sz w:val="24"/>
          <w:u w:val="single"/>
        </w:rPr>
        <w:t xml:space="preserve">　　　　　　　　　　　　　　　　　</w:t>
      </w:r>
    </w:p>
    <w:p w:rsidR="00241A30" w:rsidRDefault="00241A30" w:rsidP="00241A30">
      <w:pPr>
        <w:rPr>
          <w:rFonts w:ascii="UD デジタル 教科書体 NP-B" w:eastAsia="UD デジタル 教科書体 NP-B"/>
          <w:w w:val="80"/>
          <w:sz w:val="24"/>
        </w:rPr>
      </w:pPr>
      <w:r>
        <w:rPr>
          <w:rFonts w:ascii="UD デジタル 教科書体 NP-B" w:eastAsia="UD デジタル 教科書体 NP-B" w:hint="eastAsia"/>
          <w:w w:val="80"/>
          <w:sz w:val="24"/>
        </w:rPr>
        <w:t>３　　「バースデーケーキを届けよ！」の動画の中で、オーストラリアで人気のマリンスポーツといえば何と</w:t>
      </w:r>
    </w:p>
    <w:p w:rsidR="00241A30" w:rsidRDefault="00241A30" w:rsidP="00241A30">
      <w:pPr>
        <w:rPr>
          <w:rFonts w:ascii="UD デジタル 教科書体 NP-B" w:eastAsia="UD デジタル 教科書体 NP-B"/>
          <w:w w:val="80"/>
          <w:sz w:val="24"/>
        </w:rPr>
      </w:pPr>
      <w:r>
        <w:rPr>
          <w:rFonts w:ascii="UD デジタル 教科書体 NP-B" w:eastAsia="UD デジタル 教科書体 NP-B" w:hint="eastAsia"/>
          <w:w w:val="80"/>
          <w:sz w:val="24"/>
        </w:rPr>
        <w:t xml:space="preserve">　　　言っていたかな？</w:t>
      </w:r>
    </w:p>
    <w:p w:rsidR="00241A30" w:rsidRDefault="00241A30" w:rsidP="00241A30">
      <w:pPr>
        <w:rPr>
          <w:rFonts w:ascii="UD デジタル 教科書体 NP-B" w:eastAsia="UD デジタル 教科書体 NP-B"/>
          <w:w w:val="80"/>
          <w:sz w:val="24"/>
          <w:u w:val="single"/>
        </w:rPr>
      </w:pPr>
      <w:r>
        <w:rPr>
          <w:rFonts w:ascii="UD デジタル 教科書体 NP-B" w:eastAsia="UD デジタル 教科書体 NP-B" w:hint="eastAsia"/>
          <w:w w:val="80"/>
          <w:sz w:val="24"/>
        </w:rPr>
        <w:t xml:space="preserve">　　　</w:t>
      </w:r>
      <w:r w:rsidRPr="00241A30">
        <w:rPr>
          <w:rFonts w:ascii="UD デジタル 教科書体 NP-B" w:eastAsia="UD デジタル 教科書体 NP-B" w:hint="eastAsia"/>
          <w:w w:val="80"/>
          <w:sz w:val="24"/>
          <w:u w:val="single"/>
        </w:rPr>
        <w:t>答え</w:t>
      </w:r>
      <w:r>
        <w:rPr>
          <w:rFonts w:ascii="UD デジタル 教科書体 NP-B" w:eastAsia="UD デジタル 教科書体 NP-B" w:hint="eastAsia"/>
          <w:w w:val="80"/>
          <w:sz w:val="24"/>
          <w:u w:val="single"/>
        </w:rPr>
        <w:t xml:space="preserve">　　　　　　　　　　　　　　　　　</w:t>
      </w:r>
    </w:p>
    <w:p w:rsidR="00CD7D14" w:rsidRDefault="00241A30" w:rsidP="00241A30">
      <w:pPr>
        <w:rPr>
          <w:rFonts w:ascii="UD デジタル 教科書体 NP-B" w:eastAsia="UD デジタル 教科書体 NP-B"/>
          <w:w w:val="80"/>
          <w:sz w:val="24"/>
        </w:rPr>
      </w:pPr>
      <w:r>
        <w:rPr>
          <w:rFonts w:ascii="UD デジタル 教科書体 NP-B" w:eastAsia="UD デジタル 教科書体 NP-B" w:hint="eastAsia"/>
          <w:w w:val="80"/>
          <w:sz w:val="24"/>
        </w:rPr>
        <w:t xml:space="preserve">４　　</w:t>
      </w:r>
      <w:r w:rsidR="00CD7D14">
        <w:rPr>
          <w:rFonts w:ascii="UD デジタル 教科書体 NP-B" w:eastAsia="UD デジタル 教科書体 NP-B" w:hint="eastAsia"/>
          <w:w w:val="80"/>
          <w:sz w:val="24"/>
        </w:rPr>
        <w:t>「バースデーケーキを届けよ！」の動画の後半、</w:t>
      </w:r>
      <w:r>
        <w:rPr>
          <w:rFonts w:ascii="UD デジタル 教科書体 NP-B" w:eastAsia="UD デジタル 教科書体 NP-B"/>
          <w:w w:val="80"/>
          <w:sz w:val="24"/>
        </w:rPr>
        <w:t>Alicia</w:t>
      </w:r>
      <w:r>
        <w:rPr>
          <w:rFonts w:ascii="UD デジタル 教科書体 NP-B" w:eastAsia="UD デジタル 教科書体 NP-B" w:hint="eastAsia"/>
          <w:w w:val="80"/>
          <w:sz w:val="24"/>
        </w:rPr>
        <w:t>が自分の誕生日について</w:t>
      </w:r>
      <w:r w:rsidR="00CD7D14">
        <w:rPr>
          <w:rFonts w:ascii="UD デジタル 教科書体 NP-B" w:eastAsia="UD デジタル 教科書体 NP-B" w:hint="eastAsia"/>
          <w:w w:val="80"/>
          <w:sz w:val="24"/>
        </w:rPr>
        <w:t>話していたね。わかった</w:t>
      </w:r>
    </w:p>
    <w:p w:rsidR="00241A30" w:rsidRDefault="00CD7D14" w:rsidP="00CD7D14">
      <w:pPr>
        <w:ind w:firstLineChars="300" w:firstLine="576"/>
        <w:rPr>
          <w:rFonts w:ascii="UD デジタル 教科書体 NP-B" w:eastAsia="UD デジタル 教科書体 NP-B"/>
          <w:w w:val="80"/>
          <w:sz w:val="24"/>
        </w:rPr>
      </w:pPr>
      <w:r>
        <w:rPr>
          <w:rFonts w:ascii="UD デジタル 教科書体 NP-B" w:eastAsia="UD デジタル 教科書体 NP-B" w:hint="eastAsia"/>
          <w:w w:val="80"/>
          <w:sz w:val="24"/>
        </w:rPr>
        <w:t>ことをできるだけたくさん日本語で書いてみよう。</w:t>
      </w:r>
    </w:p>
    <w:p w:rsidR="00CD7D14" w:rsidRPr="00CD7D14" w:rsidRDefault="00CD7D14" w:rsidP="00CD7D14">
      <w:pPr>
        <w:ind w:firstLineChars="300" w:firstLine="576"/>
        <w:rPr>
          <w:rFonts w:ascii="UD デジタル 教科書体 NP-B" w:eastAsia="UD デジタル 教科書体 NP-B"/>
          <w:w w:val="80"/>
          <w:sz w:val="24"/>
          <w:u w:val="dotted"/>
        </w:rPr>
      </w:pPr>
      <w:r w:rsidRPr="00CD7D14">
        <w:rPr>
          <w:rFonts w:ascii="UD デジタル 教科書体 NP-B" w:eastAsia="UD デジタル 教科書体 NP-B" w:hint="eastAsia"/>
          <w:w w:val="80"/>
          <w:sz w:val="24"/>
          <w:u w:val="dotted"/>
        </w:rPr>
        <w:t xml:space="preserve">　　　　　　　　　　　　　　　　　　　　　　　　　　　　　　　　　　　　　　　　　　　　　　</w:t>
      </w:r>
    </w:p>
    <w:p w:rsidR="00241A30" w:rsidRDefault="00CD7D14" w:rsidP="00CD7D14">
      <w:pPr>
        <w:ind w:firstLineChars="300" w:firstLine="576"/>
        <w:rPr>
          <w:rFonts w:ascii="UD デジタル 教科書体 NP-B" w:eastAsia="UD デジタル 教科書体 NP-B"/>
          <w:w w:val="80"/>
          <w:sz w:val="24"/>
          <w:u w:val="dotted"/>
        </w:rPr>
      </w:pPr>
      <w:r w:rsidRPr="00CD7D14">
        <w:rPr>
          <w:rFonts w:ascii="UD デジタル 教科書体 NP-B" w:eastAsia="UD デジタル 教科書体 NP-B" w:hint="eastAsia"/>
          <w:w w:val="80"/>
          <w:sz w:val="24"/>
          <w:u w:val="dotted"/>
        </w:rPr>
        <w:t xml:space="preserve">　　　　　　　　　　　　　　　　　　　　　　　　　　　　　　　　　　　　　　　　　　　　　</w:t>
      </w:r>
    </w:p>
    <w:p w:rsidR="00CD7D14" w:rsidRPr="00914CCD" w:rsidRDefault="00914CCD" w:rsidP="00914CCD">
      <w:pPr>
        <w:ind w:firstLineChars="300" w:firstLine="528"/>
        <w:rPr>
          <w:rFonts w:ascii="UD デジタル 教科書体 NP-B" w:eastAsia="UD デジタル 教科書体 NP-B"/>
          <w:w w:val="80"/>
          <w:sz w:val="22"/>
        </w:rPr>
      </w:pPr>
      <w:r>
        <w:rPr>
          <w:rFonts w:ascii="UD デジタル 教科書体 NP-B" w:eastAsia="UD デジタル 教科書体 NP-B"/>
          <w:w w:val="80"/>
          <w:sz w:val="22"/>
        </w:rPr>
        <w:t xml:space="preserve">                     </w:t>
      </w:r>
      <w:r>
        <w:rPr>
          <w:rFonts w:ascii="UD デジタル 教科書体 NP-B" w:eastAsia="UD デジタル 教科書体 NP-B" w:hint="eastAsia"/>
          <w:w w:val="80"/>
          <w:sz w:val="22"/>
        </w:rPr>
        <w:t xml:space="preserve">　　　　　　　　</w:t>
      </w:r>
      <w:r>
        <w:rPr>
          <w:rFonts w:ascii="UD デジタル 教科書体 NP-B" w:eastAsia="UD デジタル 教科書体 NP-B"/>
          <w:w w:val="80"/>
          <w:sz w:val="22"/>
        </w:rPr>
        <w:t>Unit</w:t>
      </w:r>
      <w:r>
        <w:rPr>
          <w:rFonts w:ascii="UD デジタル 教科書体 NP-B" w:eastAsia="UD デジタル 教科書体 NP-B" w:hint="eastAsia"/>
          <w:w w:val="80"/>
          <w:sz w:val="22"/>
        </w:rPr>
        <w:t>１②－１</w:t>
      </w:r>
    </w:p>
    <w:p w:rsidR="00427A38" w:rsidRDefault="00CD7D14">
      <w:pPr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 w:hint="eastAsia"/>
        </w:rPr>
        <w:lastRenderedPageBreak/>
        <w:t xml:space="preserve">５　　</w:t>
      </w:r>
      <w:r w:rsidR="005876E7" w:rsidRPr="00CD7D14">
        <w:rPr>
          <w:rFonts w:ascii="UD デジタル 教科書体 NP-B" w:eastAsia="UD デジタル 教科書体 NP-B" w:hint="eastAsia"/>
          <w:u w:val="thick"/>
        </w:rPr>
        <w:t>Picture Dictionary</w:t>
      </w:r>
      <w:r w:rsidR="00D9371A" w:rsidRPr="00CD7D14">
        <w:rPr>
          <w:rFonts w:ascii="UD デジタル 教科書体 NP-B" w:eastAsia="UD デジタル 教科書体 NP-B" w:hint="eastAsia"/>
          <w:u w:val="thick"/>
        </w:rPr>
        <w:t xml:space="preserve">　Ｐ１４、１５</w:t>
      </w:r>
      <w:r w:rsidR="005876E7">
        <w:rPr>
          <w:rFonts w:ascii="UD デジタル 教科書体 NP-B" w:eastAsia="UD デジタル 教科書体 NP-B" w:hint="eastAsia"/>
        </w:rPr>
        <w:t>を</w:t>
      </w:r>
      <w:r w:rsidR="00914CCD">
        <w:rPr>
          <w:rFonts w:ascii="UD デジタル 教科書体 NP-B" w:eastAsia="UD デジタル 教科書体 NP-B" w:hint="eastAsia"/>
        </w:rPr>
        <w:t>見</w:t>
      </w:r>
      <w:r w:rsidR="005876E7">
        <w:rPr>
          <w:rFonts w:ascii="UD デジタル 教科書体 NP-B" w:eastAsia="UD デジタル 教科書体 NP-B" w:hint="eastAsia"/>
        </w:rPr>
        <w:t>ましょう。</w:t>
      </w:r>
      <w:r w:rsidR="005876E7" w:rsidRPr="005876E7">
        <w:rPr>
          <w:rFonts w:ascii="UD デジタル 教科書体 NP-B" w:eastAsia="UD デジタル 教科書体 NP-B" w:hint="eastAsia"/>
        </w:rPr>
        <w:t>（ＱＲコードを読み取りましょう）</w:t>
      </w:r>
    </w:p>
    <w:p w:rsidR="00427A38" w:rsidRDefault="00427A38" w:rsidP="00CD7D14">
      <w:pPr>
        <w:ind w:firstLineChars="300" w:firstLine="630"/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 w:hint="eastAsia"/>
        </w:rPr>
        <w:t>音声</w:t>
      </w:r>
      <w:r w:rsidR="00D9371A">
        <w:rPr>
          <w:rFonts w:ascii="UD デジタル 教科書体 NP-B" w:eastAsia="UD デジタル 教科書体 NP-B" w:hint="eastAsia"/>
        </w:rPr>
        <w:t>を聞いて、</w:t>
      </w:r>
    </w:p>
    <w:p w:rsidR="005876E7" w:rsidRPr="005876E7" w:rsidRDefault="00D9371A" w:rsidP="00427A38">
      <w:pPr>
        <w:ind w:firstLineChars="400" w:firstLine="840"/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 w:hint="eastAsia"/>
        </w:rPr>
        <w:t>①　『月』の言い方を声に出して練習しましょう</w:t>
      </w:r>
      <w:r w:rsidR="005876E7">
        <w:rPr>
          <w:rFonts w:ascii="UD デジタル 教科書体 NP-B" w:eastAsia="UD デジタル 教科書体 NP-B" w:hint="eastAsia"/>
        </w:rPr>
        <w:t>。</w:t>
      </w:r>
    </w:p>
    <w:p w:rsidR="002630A1" w:rsidRDefault="00427A38" w:rsidP="00AD67F0">
      <w:pPr>
        <w:rPr>
          <w:rFonts w:ascii="UD デジタル 教科書体 NP-B" w:eastAsia="UD デジタル 教科書体 NP-B" w:hint="eastAsia"/>
        </w:rPr>
      </w:pPr>
      <w:r>
        <w:rPr>
          <w:rFonts w:ascii="UD デジタル 教科書体 NP-B" w:eastAsia="UD デジタル 教科書体 NP-B" w:hint="eastAsia"/>
        </w:rPr>
        <w:t xml:space="preserve">　　　　</w:t>
      </w:r>
      <w:r w:rsidR="00D9371A">
        <w:rPr>
          <w:rFonts w:ascii="UD デジタル 教科書体 NP-B" w:eastAsia="UD デジタル 教科書体 NP-B" w:hint="eastAsia"/>
        </w:rPr>
        <w:t>②　『日</w:t>
      </w:r>
      <w:r w:rsidR="00962992">
        <w:rPr>
          <w:rFonts w:ascii="UD デジタル 教科書体 NP-B" w:eastAsia="UD デジタル 教科書体 NP-B" w:hint="eastAsia"/>
        </w:rPr>
        <w:t>付』</w:t>
      </w:r>
      <w:r w:rsidR="00D9371A">
        <w:rPr>
          <w:rFonts w:ascii="UD デジタル 教科書体 NP-B" w:eastAsia="UD デジタル 教科書体 NP-B" w:hint="eastAsia"/>
        </w:rPr>
        <w:t>の言い方を声に出して練習しましょう</w:t>
      </w:r>
      <w:r w:rsidR="005876E7">
        <w:rPr>
          <w:rFonts w:ascii="UD デジタル 教科書体 NP-B" w:eastAsia="UD デジタル 教科書体 NP-B" w:hint="eastAsia"/>
        </w:rPr>
        <w:t>。</w:t>
      </w:r>
    </w:p>
    <w:p w:rsidR="00427A38" w:rsidRDefault="00427A38">
      <w:pPr>
        <w:rPr>
          <w:rFonts w:ascii="UD デジタル 教科書体 NP-B" w:eastAsia="UD デジタル 教科書体 NP-B"/>
        </w:rPr>
      </w:pPr>
    </w:p>
    <w:p w:rsidR="00A27740" w:rsidRDefault="00AD67F0">
      <w:pPr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 w:hint="eastAsia"/>
        </w:rPr>
        <w:t>６</w:t>
      </w:r>
      <w:r w:rsidR="00CD7D14">
        <w:rPr>
          <w:rFonts w:ascii="UD デジタル 教科書体 NP-B" w:eastAsia="UD デジタル 教科書体 NP-B" w:hint="eastAsia"/>
        </w:rPr>
        <w:t xml:space="preserve">　　</w:t>
      </w:r>
      <w:r w:rsidR="00CD7D14" w:rsidRPr="00914CCD">
        <w:rPr>
          <w:rFonts w:ascii="UD デジタル 教科書体 NP-B" w:eastAsia="UD デジタル 教科書体 NP-B" w:hint="eastAsia"/>
          <w:u w:val="thick"/>
        </w:rPr>
        <w:t>教科書P８６のUnit１</w:t>
      </w:r>
      <w:r w:rsidR="007874CC">
        <w:rPr>
          <w:rFonts w:ascii="UD デジタル 教科書体 NP-B" w:eastAsia="UD デジタル 教科書体 NP-B" w:hint="eastAsia"/>
        </w:rPr>
        <w:t>に書き</w:t>
      </w:r>
      <w:r>
        <w:rPr>
          <w:rFonts w:ascii="UD デジタル 教科書体 NP-B" w:eastAsia="UD デジタル 教科書体 NP-B" w:hint="eastAsia"/>
        </w:rPr>
        <w:t>こみ</w:t>
      </w:r>
      <w:bookmarkStart w:id="0" w:name="_GoBack"/>
      <w:bookmarkEnd w:id="0"/>
      <w:r w:rsidR="007874CC">
        <w:rPr>
          <w:rFonts w:ascii="UD デジタル 教科書体 NP-B" w:eastAsia="UD デジタル 教科書体 NP-B" w:hint="eastAsia"/>
        </w:rPr>
        <w:t>ましょう</w:t>
      </w:r>
      <w:r w:rsidR="0064475D">
        <w:rPr>
          <w:rFonts w:ascii="UD デジタル 教科書体 NP-B" w:eastAsia="UD デジタル 教科書体 NP-B" w:hint="eastAsia"/>
        </w:rPr>
        <w:t>。</w:t>
      </w:r>
    </w:p>
    <w:p w:rsidR="0064475D" w:rsidRDefault="0064475D" w:rsidP="0064475D">
      <w:pPr>
        <w:pStyle w:val="a4"/>
        <w:numPr>
          <w:ilvl w:val="0"/>
          <w:numId w:val="10"/>
        </w:numPr>
        <w:ind w:leftChars="0"/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 w:hint="eastAsia"/>
        </w:rPr>
        <w:t>の</w:t>
      </w:r>
      <w:r>
        <w:rPr>
          <w:rFonts w:ascii="UD デジタル 教科書体 NP-B" w:eastAsia="UD デジタル 教科書体 NP-B"/>
        </w:rPr>
        <w:t>I</w:t>
      </w:r>
      <w:r>
        <w:rPr>
          <w:rFonts w:ascii="UD デジタル 教科書体 NP-B" w:eastAsia="UD デジタル 教科書体 NP-B"/>
        </w:rPr>
        <w:t>’</w:t>
      </w:r>
      <w:r>
        <w:rPr>
          <w:rFonts w:ascii="UD デジタル 教科書体 NP-B" w:eastAsia="UD デジタル 教科書体 NP-B"/>
        </w:rPr>
        <w:t>m</w:t>
      </w:r>
      <w:r>
        <w:rPr>
          <w:rFonts w:ascii="UD デジタル 教科書体 NP-B" w:eastAsia="UD デジタル 教科書体 NP-B"/>
          <w:u w:val="dotted"/>
        </w:rPr>
        <w:t xml:space="preserve">      </w:t>
      </w:r>
      <w:r>
        <w:rPr>
          <w:rFonts w:ascii="UD デジタル 教科書体 NP-B" w:eastAsia="UD デジタル 教科書体 NP-B" w:hint="eastAsia"/>
        </w:rPr>
        <w:t>の後に、自分の名前を英語で書こう。</w:t>
      </w:r>
    </w:p>
    <w:p w:rsidR="0064475D" w:rsidRDefault="0064475D" w:rsidP="0064475D">
      <w:pPr>
        <w:pStyle w:val="a4"/>
        <w:numPr>
          <w:ilvl w:val="0"/>
          <w:numId w:val="10"/>
        </w:numPr>
        <w:ind w:leftChars="0"/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 w:hint="eastAsia"/>
        </w:rPr>
        <w:t>の</w:t>
      </w:r>
      <w:r>
        <w:rPr>
          <w:rFonts w:ascii="UD デジタル 教科書体 NP-B" w:eastAsia="UD デジタル 教科書体 NP-B"/>
        </w:rPr>
        <w:t>I</w:t>
      </w:r>
      <w:r>
        <w:rPr>
          <w:rFonts w:ascii="UD デジタル 教科書体 NP-B" w:eastAsia="UD デジタル 教科書体 NP-B"/>
        </w:rPr>
        <w:t>’</w:t>
      </w:r>
      <w:r>
        <w:rPr>
          <w:rFonts w:ascii="UD デジタル 教科書体 NP-B" w:eastAsia="UD デジタル 教科書体 NP-B"/>
        </w:rPr>
        <w:t>m from</w:t>
      </w:r>
      <w:r>
        <w:rPr>
          <w:rFonts w:ascii="UD デジタル 教科書体 NP-B" w:eastAsia="UD デジタル 教科書体 NP-B"/>
          <w:u w:val="dotted"/>
        </w:rPr>
        <w:t xml:space="preserve">       </w:t>
      </w:r>
      <w:r>
        <w:rPr>
          <w:rFonts w:ascii="UD デジタル 教科書体 NP-B" w:eastAsia="UD デジタル 教科書体 NP-B" w:hint="eastAsia"/>
        </w:rPr>
        <w:t>の後に、自分が生まれた都市名を英語で書こう。（例　Ichikawa）</w:t>
      </w:r>
    </w:p>
    <w:p w:rsidR="0064475D" w:rsidRDefault="0064475D" w:rsidP="0064475D">
      <w:pPr>
        <w:pStyle w:val="a4"/>
        <w:numPr>
          <w:ilvl w:val="0"/>
          <w:numId w:val="10"/>
        </w:numPr>
        <w:ind w:leftChars="0"/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 w:hint="eastAsia"/>
        </w:rPr>
        <w:t>の</w:t>
      </w:r>
      <w:r>
        <w:rPr>
          <w:rFonts w:ascii="UD デジタル 教科書体 NP-B" w:eastAsia="UD デジタル 教科書体 NP-B"/>
        </w:rPr>
        <w:t>I like</w:t>
      </w:r>
      <w:r>
        <w:rPr>
          <w:rFonts w:ascii="UD デジタル 教科書体 NP-B" w:eastAsia="UD デジタル 教科書体 NP-B"/>
          <w:u w:val="dotted"/>
        </w:rPr>
        <w:t xml:space="preserve">       </w:t>
      </w:r>
      <w:r>
        <w:rPr>
          <w:rFonts w:ascii="UD デジタル 教科書体 NP-B" w:eastAsia="UD デジタル 教科書体 NP-B" w:hint="eastAsia"/>
        </w:rPr>
        <w:t>の後に、自分の好きな教科を</w:t>
      </w:r>
      <w:r>
        <w:rPr>
          <w:rFonts w:ascii="UD デジタル 教科書体 NP-B" w:eastAsia="UD デジタル 教科書体 NP-B"/>
        </w:rPr>
        <w:t>Picture DictionaryP24</w:t>
      </w:r>
      <w:r>
        <w:rPr>
          <w:rFonts w:ascii="UD デジタル 教科書体 NP-B" w:eastAsia="UD デジタル 教科書体 NP-B" w:hint="eastAsia"/>
        </w:rPr>
        <w:t>の「教科」から</w:t>
      </w:r>
    </w:p>
    <w:p w:rsidR="0064475D" w:rsidRDefault="0064475D" w:rsidP="0064475D">
      <w:pPr>
        <w:pStyle w:val="a4"/>
        <w:ind w:leftChars="0" w:left="990"/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 w:hint="eastAsia"/>
        </w:rPr>
        <w:t>選んで英語で書こう</w:t>
      </w:r>
      <w:r w:rsidRPr="0064475D">
        <w:rPr>
          <w:rFonts w:ascii="UD デジタル 教科書体 NP-B" w:eastAsia="UD デジタル 教科書体 NP-B" w:hint="eastAsia"/>
        </w:rPr>
        <w:t>。</w:t>
      </w:r>
    </w:p>
    <w:p w:rsidR="0064475D" w:rsidRDefault="0064475D" w:rsidP="00914CCD">
      <w:pPr>
        <w:ind w:left="1050" w:hangingChars="500" w:hanging="1050"/>
        <w:rPr>
          <w:rFonts w:ascii="UD デジタル 教科書体 N-B" w:eastAsia="UD デジタル 教科書体 N-B" w:hAnsi="ＭＳ 明朝" w:cs="ＭＳ 明朝"/>
        </w:rPr>
      </w:pPr>
      <w:r>
        <w:rPr>
          <w:rFonts w:ascii="UD デジタル 教科書体 NP-B" w:eastAsia="UD デジタル 教科書体 NP-B" w:hint="eastAsia"/>
        </w:rPr>
        <w:t xml:space="preserve"> </w:t>
      </w:r>
      <w:r>
        <w:rPr>
          <w:rFonts w:ascii="UD デジタル 教科書体 NP-B" w:eastAsia="UD デジタル 教科書体 NP-B"/>
        </w:rPr>
        <w:t xml:space="preserve">     </w:t>
      </w:r>
      <w:r>
        <w:rPr>
          <w:rFonts w:ascii="ＭＳ 明朝" w:eastAsia="ＭＳ 明朝" w:hAnsi="ＭＳ 明朝" w:cs="ＭＳ 明朝" w:hint="eastAsia"/>
        </w:rPr>
        <w:t xml:space="preserve">➃　</w:t>
      </w:r>
      <w:r>
        <w:rPr>
          <w:rFonts w:ascii="UD デジタル 教科書体 N-B" w:eastAsia="UD デジタル 教科書体 N-B" w:hAnsi="ＭＳ 明朝" w:cs="ＭＳ 明朝"/>
        </w:rPr>
        <w:t>My birthday is</w:t>
      </w:r>
      <w:r>
        <w:rPr>
          <w:rFonts w:ascii="UD デジタル 教科書体 N-B" w:eastAsia="UD デジタル 教科書体 N-B" w:hAnsi="ＭＳ 明朝" w:cs="ＭＳ 明朝"/>
          <w:u w:val="dotted"/>
        </w:rPr>
        <w:t xml:space="preserve">         </w:t>
      </w:r>
      <w:r>
        <w:rPr>
          <w:rFonts w:ascii="UD デジタル 教科書体 N-B" w:eastAsia="UD デジタル 教科書体 N-B" w:hAnsi="ＭＳ 明朝" w:cs="ＭＳ 明朝" w:hint="eastAsia"/>
        </w:rPr>
        <w:t>の後に、自分の誕生日を</w:t>
      </w:r>
      <w:r w:rsidR="00914CCD">
        <w:rPr>
          <w:rFonts w:ascii="UD デジタル 教科書体 N-B" w:eastAsia="UD デジタル 教科書体 N-B" w:hAnsi="ＭＳ 明朝" w:cs="ＭＳ 明朝" w:hint="eastAsia"/>
        </w:rPr>
        <w:t>P</w:t>
      </w:r>
      <w:r w:rsidR="00914CCD">
        <w:rPr>
          <w:rFonts w:ascii="UD デジタル 教科書体 N-B" w:eastAsia="UD デジタル 教科書体 N-B" w:hAnsi="ＭＳ 明朝" w:cs="ＭＳ 明朝"/>
        </w:rPr>
        <w:t>icture DictionaryP14.15</w:t>
      </w:r>
      <w:r w:rsidR="00914CCD">
        <w:rPr>
          <w:rFonts w:ascii="UD デジタル 教科書体 N-B" w:eastAsia="UD デジタル 教科書体 N-B" w:hAnsi="ＭＳ 明朝" w:cs="ＭＳ 明朝" w:hint="eastAsia"/>
        </w:rPr>
        <w:t>を見ながら</w:t>
      </w:r>
      <w:r>
        <w:rPr>
          <w:rFonts w:ascii="UD デジタル 教科書体 N-B" w:eastAsia="UD デジタル 教科書体 N-B" w:hAnsi="ＭＳ 明朝" w:cs="ＭＳ 明朝" w:hint="eastAsia"/>
        </w:rPr>
        <w:t>英語で書こう。</w:t>
      </w:r>
      <w:r w:rsidR="00914CCD">
        <w:rPr>
          <w:rFonts w:ascii="UD デジタル 教科書体 N-B" w:eastAsia="UD デジタル 教科書体 N-B" w:hAnsi="ＭＳ 明朝" w:cs="ＭＳ 明朝" w:hint="eastAsia"/>
        </w:rPr>
        <w:t>（例　J</w:t>
      </w:r>
      <w:r w:rsidR="00914CCD">
        <w:rPr>
          <w:rFonts w:ascii="UD デジタル 教科書体 N-B" w:eastAsia="UD デジタル 教科書体 N-B" w:hAnsi="ＭＳ 明朝" w:cs="ＭＳ 明朝"/>
        </w:rPr>
        <w:t>anuary first）</w:t>
      </w:r>
    </w:p>
    <w:p w:rsidR="00914CCD" w:rsidRDefault="00914CCD" w:rsidP="00914CCD">
      <w:pPr>
        <w:rPr>
          <w:rFonts w:ascii="UD デジタル 教科書体 N-B" w:eastAsia="UD デジタル 教科書体 N-B"/>
        </w:rPr>
      </w:pPr>
    </w:p>
    <w:p w:rsidR="00914CCD" w:rsidRDefault="00AD67F0" w:rsidP="00914CCD">
      <w:pPr>
        <w:rPr>
          <w:rFonts w:ascii="UD デジタル 教科書体 N-B" w:eastAsia="UD デジタル 教科書体 N-B"/>
        </w:rPr>
      </w:pPr>
      <w:r>
        <w:rPr>
          <w:rFonts w:ascii="UD デジタル 教科書体 N-B" w:eastAsia="UD デジタル 教科書体 N-B" w:hint="eastAsia"/>
        </w:rPr>
        <w:t>７</w:t>
      </w:r>
      <w:r w:rsidR="00914CCD">
        <w:rPr>
          <w:rFonts w:ascii="UD デジタル 教科書体 N-B" w:eastAsia="UD デジタル 教科書体 N-B" w:hint="eastAsia"/>
        </w:rPr>
        <w:t xml:space="preserve">　　教科書U</w:t>
      </w:r>
      <w:r w:rsidR="00914CCD">
        <w:rPr>
          <w:rFonts w:ascii="UD デジタル 教科書体 N-B" w:eastAsia="UD デジタル 教科書体 N-B"/>
        </w:rPr>
        <w:t>nit1(P6</w:t>
      </w:r>
      <w:r w:rsidR="00914CCD">
        <w:rPr>
          <w:rFonts w:ascii="UD デジタル 教科書体 N-B" w:eastAsia="UD デジタル 教科書体 N-B" w:hint="eastAsia"/>
        </w:rPr>
        <w:t>～１３)を見て、この単元ではどのようなことができるようになりたいと</w:t>
      </w:r>
    </w:p>
    <w:p w:rsidR="00914CCD" w:rsidRDefault="00914CCD" w:rsidP="00914CCD">
      <w:pPr>
        <w:rPr>
          <w:rFonts w:ascii="UD デジタル 教科書体 N-B" w:eastAsia="UD デジタル 教科書体 N-B"/>
        </w:rPr>
      </w:pPr>
      <w:r>
        <w:rPr>
          <w:rFonts w:ascii="UD デジタル 教科書体 N-B" w:eastAsia="UD デジタル 教科書体 N-B" w:hint="eastAsia"/>
        </w:rPr>
        <w:t xml:space="preserve">　　　思いますか？日本語で自由に書いてください。</w:t>
      </w:r>
    </w:p>
    <w:p w:rsidR="00914CCD" w:rsidRDefault="00914CCD" w:rsidP="00914CCD">
      <w:pPr>
        <w:rPr>
          <w:rFonts w:ascii="UD デジタル 教科書体 N-B" w:eastAsia="UD デジタル 教科書体 N-B"/>
          <w:sz w:val="24"/>
          <w:u w:val="dotted"/>
        </w:rPr>
      </w:pPr>
      <w:r>
        <w:rPr>
          <w:rFonts w:ascii="UD デジタル 教科書体 N-B" w:eastAsia="UD デジタル 教科書体 N-B" w:hint="eastAsia"/>
        </w:rPr>
        <w:t xml:space="preserve">　　　</w:t>
      </w:r>
      <w:r>
        <w:rPr>
          <w:rFonts w:ascii="UD デジタル 教科書体 N-B" w:eastAsia="UD デジタル 教科書体 N-B" w:hint="eastAsia"/>
          <w:sz w:val="24"/>
          <w:u w:val="dotted"/>
        </w:rPr>
        <w:t xml:space="preserve">　　　　　　　　　　　　　　　　　　　　　　　　　　　　　　　　　　　</w:t>
      </w:r>
    </w:p>
    <w:p w:rsidR="00914CCD" w:rsidRDefault="00914CCD" w:rsidP="00914CCD">
      <w:pPr>
        <w:rPr>
          <w:rFonts w:ascii="UD デジタル 教科書体 N-B" w:eastAsia="UD デジタル 教科書体 N-B"/>
          <w:sz w:val="24"/>
          <w:u w:val="dotted"/>
        </w:rPr>
      </w:pPr>
      <w:r>
        <w:rPr>
          <w:rFonts w:ascii="UD デジタル 教科書体 N-B" w:eastAsia="UD デジタル 教科書体 N-B" w:hint="eastAsia"/>
          <w:sz w:val="24"/>
        </w:rPr>
        <w:t xml:space="preserve">　　</w:t>
      </w:r>
      <w:r>
        <w:rPr>
          <w:rFonts w:ascii="UD デジタル 教科書体 N-B" w:eastAsia="UD デジタル 教科書体 N-B" w:hint="eastAsia"/>
          <w:sz w:val="24"/>
          <w:u w:val="dotted"/>
        </w:rPr>
        <w:t xml:space="preserve">　　　　　　　　　　　　　　　　　　　　　　　　　　　　　　　　　　　　</w:t>
      </w:r>
    </w:p>
    <w:p w:rsidR="00914CCD" w:rsidRPr="00914CCD" w:rsidRDefault="00914CCD" w:rsidP="00914CCD">
      <w:pPr>
        <w:rPr>
          <w:rFonts w:ascii="UD デジタル 教科書体 N-B" w:eastAsia="UD デジタル 教科書体 N-B"/>
          <w:sz w:val="24"/>
          <w:u w:val="dotted"/>
        </w:rPr>
      </w:pPr>
      <w:r>
        <w:rPr>
          <w:rFonts w:ascii="UD デジタル 教科書体 N-B" w:eastAsia="UD デジタル 教科書体 N-B" w:hint="eastAsia"/>
          <w:sz w:val="24"/>
        </w:rPr>
        <w:t xml:space="preserve">　　</w:t>
      </w:r>
      <w:r>
        <w:rPr>
          <w:rFonts w:ascii="UD デジタル 教科書体 N-B" w:eastAsia="UD デジタル 教科書体 N-B" w:hint="eastAsia"/>
          <w:sz w:val="24"/>
          <w:u w:val="dotted"/>
        </w:rPr>
        <w:t xml:space="preserve">　　　　　　　　　　　　　　　　　　　　　　　　　　　　　　　　　　　　</w:t>
      </w:r>
    </w:p>
    <w:p w:rsidR="00914CCD" w:rsidRPr="0064475D" w:rsidRDefault="00914CCD" w:rsidP="00914CCD">
      <w:pPr>
        <w:rPr>
          <w:rFonts w:ascii="UD デジタル 教科書体 N-B" w:eastAsia="UD デジタル 教科書体 N-B"/>
        </w:rPr>
      </w:pPr>
    </w:p>
    <w:p w:rsidR="0064475D" w:rsidRPr="0064475D" w:rsidRDefault="0064475D" w:rsidP="0064475D">
      <w:pPr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 w:hint="eastAsia"/>
        </w:rPr>
        <w:t xml:space="preserve">　　　</w:t>
      </w:r>
      <w:r>
        <w:rPr>
          <w:rFonts w:ascii="ＭＳ 明朝" w:eastAsia="ＭＳ 明朝" w:hAnsi="ＭＳ 明朝" w:cs="ＭＳ 明朝" w:hint="eastAsia"/>
        </w:rPr>
        <w:t xml:space="preserve">　</w:t>
      </w:r>
    </w:p>
    <w:p w:rsidR="00C73852" w:rsidRPr="008E133B" w:rsidRDefault="00C73852" w:rsidP="00C73852">
      <w:pPr>
        <w:rPr>
          <w:rFonts w:ascii="UD デジタル 教科書体 NP-B" w:eastAsia="UD デジタル 教科書体 NP-B"/>
          <w:sz w:val="36"/>
        </w:rPr>
      </w:pPr>
      <w:r w:rsidRPr="008E133B">
        <w:rPr>
          <w:rFonts w:ascii="UD デジタル 教科書体 NP-B" w:eastAsia="UD デジタル 教科書体 NP-B" w:hint="eastAsia"/>
          <w:sz w:val="36"/>
        </w:rPr>
        <w:t>学習の</w:t>
      </w:r>
      <w:r>
        <w:rPr>
          <w:rFonts w:ascii="UD デジタル 教科書体 NP-B" w:eastAsia="UD デジタル 教科書体 NP-B" w:hint="eastAsia"/>
          <w:sz w:val="36"/>
        </w:rPr>
        <w:t>振り返り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6799"/>
        <w:gridCol w:w="2977"/>
      </w:tblGrid>
      <w:tr w:rsidR="00C73852" w:rsidTr="00144930">
        <w:tc>
          <w:tcPr>
            <w:tcW w:w="6799" w:type="dxa"/>
            <w:shd w:val="clear" w:color="auto" w:fill="D9D9D9" w:themeFill="background1" w:themeFillShade="D9"/>
          </w:tcPr>
          <w:p w:rsidR="00C73852" w:rsidRPr="00C73852" w:rsidRDefault="00EA61CF" w:rsidP="00C73852">
            <w:pPr>
              <w:jc w:val="left"/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君にもできる！（君でき１）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C73852" w:rsidRPr="00C73852" w:rsidRDefault="00EA61CF" w:rsidP="00EA61CF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できたら〇を！</w:t>
            </w:r>
          </w:p>
        </w:tc>
      </w:tr>
      <w:tr w:rsidR="00C73852" w:rsidTr="00144930">
        <w:tc>
          <w:tcPr>
            <w:tcW w:w="6799" w:type="dxa"/>
          </w:tcPr>
          <w:p w:rsidR="00C73852" w:rsidRPr="00C73852" w:rsidRDefault="00427A38" w:rsidP="00A27740">
            <w:pPr>
              <w:jc w:val="left"/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相手に英語で「</w:t>
            </w:r>
            <w:r w:rsidR="00A27740">
              <w:rPr>
                <w:rFonts w:ascii="UD デジタル 教科書体 NP-B" w:eastAsia="UD デジタル 教科書体 NP-B" w:hint="eastAsia"/>
              </w:rPr>
              <w:t>誕生日</w:t>
            </w:r>
            <w:r>
              <w:rPr>
                <w:rFonts w:ascii="UD デジタル 教科書体 NP-B" w:eastAsia="UD デジタル 教科書体 NP-B" w:hint="eastAsia"/>
              </w:rPr>
              <w:t>」を尋ねることができる。</w:t>
            </w:r>
          </w:p>
        </w:tc>
        <w:tc>
          <w:tcPr>
            <w:tcW w:w="2977" w:type="dxa"/>
          </w:tcPr>
          <w:p w:rsidR="00C73852" w:rsidRPr="001D5ED0" w:rsidRDefault="00C73852" w:rsidP="00C73852">
            <w:pPr>
              <w:jc w:val="center"/>
              <w:rPr>
                <w:rFonts w:ascii="UD デジタル 教科書体 NP-B" w:eastAsia="UD デジタル 教科書体 NP-B"/>
              </w:rPr>
            </w:pPr>
          </w:p>
        </w:tc>
      </w:tr>
      <w:tr w:rsidR="00C73852" w:rsidRPr="00A27740" w:rsidTr="00144930">
        <w:tc>
          <w:tcPr>
            <w:tcW w:w="6799" w:type="dxa"/>
            <w:tcBorders>
              <w:bottom w:val="single" w:sz="4" w:space="0" w:color="auto"/>
            </w:tcBorders>
          </w:tcPr>
          <w:p w:rsidR="00C73852" w:rsidRPr="00F01467" w:rsidRDefault="00A27740" w:rsidP="00C73852">
            <w:pPr>
              <w:jc w:val="left"/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英語で自分の「誕生日</w:t>
            </w:r>
            <w:r w:rsidR="00427A38">
              <w:rPr>
                <w:rFonts w:ascii="UD デジタル 教科書体 NP-B" w:eastAsia="UD デジタル 教科書体 NP-B" w:hint="eastAsia"/>
              </w:rPr>
              <w:t>」を答えることができる。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73852" w:rsidRPr="00453EAB" w:rsidRDefault="00C73852" w:rsidP="00C73852">
            <w:pPr>
              <w:jc w:val="center"/>
              <w:rPr>
                <w:rFonts w:ascii="UD デジタル 教科書体 NP-B" w:eastAsia="UD デジタル 教科書体 NP-B"/>
              </w:rPr>
            </w:pPr>
          </w:p>
        </w:tc>
      </w:tr>
      <w:tr w:rsidR="00EA61CF" w:rsidTr="00144930">
        <w:tc>
          <w:tcPr>
            <w:tcW w:w="679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EA61CF" w:rsidRPr="00C73852" w:rsidRDefault="00EA61CF" w:rsidP="00885268">
            <w:pPr>
              <w:jc w:val="left"/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君にできるか！？（君でき２）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EA61CF" w:rsidRPr="00C73852" w:rsidRDefault="00144930" w:rsidP="00EA61CF">
            <w:pPr>
              <w:jc w:val="left"/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できたら◎を！</w:t>
            </w:r>
          </w:p>
        </w:tc>
      </w:tr>
      <w:tr w:rsidR="00EA61CF" w:rsidTr="00144930">
        <w:tc>
          <w:tcPr>
            <w:tcW w:w="6799" w:type="dxa"/>
            <w:tcBorders>
              <w:top w:val="single" w:sz="4" w:space="0" w:color="auto"/>
              <w:bottom w:val="single" w:sz="4" w:space="0" w:color="auto"/>
            </w:tcBorders>
          </w:tcPr>
          <w:p w:rsidR="00EA61CF" w:rsidRDefault="00A27740" w:rsidP="00885268">
            <w:pPr>
              <w:jc w:val="left"/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『月』の言い方（１月～１２月）をいうことができる。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A61CF" w:rsidRPr="00A27740" w:rsidRDefault="00EA61CF" w:rsidP="00885268">
            <w:pPr>
              <w:jc w:val="left"/>
              <w:rPr>
                <w:rFonts w:ascii="UD デジタル 教科書体 NP-B" w:eastAsia="UD デジタル 教科書体 NP-B"/>
              </w:rPr>
            </w:pPr>
          </w:p>
        </w:tc>
      </w:tr>
      <w:tr w:rsidR="00427A38" w:rsidTr="00144930">
        <w:tc>
          <w:tcPr>
            <w:tcW w:w="6799" w:type="dxa"/>
            <w:tcBorders>
              <w:top w:val="single" w:sz="4" w:space="0" w:color="auto"/>
              <w:bottom w:val="single" w:sz="4" w:space="0" w:color="auto"/>
            </w:tcBorders>
          </w:tcPr>
          <w:p w:rsidR="00427A38" w:rsidRPr="00427A38" w:rsidRDefault="00A27740" w:rsidP="00427A38">
            <w:pPr>
              <w:jc w:val="left"/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『日付』の言い方（１日～３１日</w:t>
            </w:r>
            <w:r w:rsidRPr="00A27740">
              <w:rPr>
                <w:rFonts w:ascii="UD デジタル 教科書体 NP-B" w:eastAsia="UD デジタル 教科書体 NP-B" w:hint="eastAsia"/>
              </w:rPr>
              <w:t>）をいうことができる。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27A38" w:rsidRPr="005905E3" w:rsidRDefault="00427A38" w:rsidP="00885268">
            <w:pPr>
              <w:jc w:val="left"/>
              <w:rPr>
                <w:rFonts w:ascii="UD デジタル 教科書体 NP-B" w:eastAsia="UD デジタル 教科書体 NP-B"/>
              </w:rPr>
            </w:pPr>
          </w:p>
        </w:tc>
      </w:tr>
    </w:tbl>
    <w:p w:rsidR="00C73852" w:rsidRDefault="00C73852" w:rsidP="00427A38">
      <w:pPr>
        <w:rPr>
          <w:rFonts w:ascii="UD デジタル 教科書体 NP-B" w:eastAsia="UD デジタル 教科書体 NP-B"/>
        </w:rPr>
      </w:pPr>
    </w:p>
    <w:p w:rsidR="00914CCD" w:rsidRDefault="00914CCD" w:rsidP="00427A38">
      <w:pPr>
        <w:rPr>
          <w:rFonts w:ascii="UD デジタル 教科書体 NP-B" w:eastAsia="UD デジタル 教科書体 NP-B"/>
        </w:rPr>
      </w:pPr>
    </w:p>
    <w:p w:rsidR="00AD67F0" w:rsidRDefault="00914CCD" w:rsidP="00427A38">
      <w:pPr>
        <w:rPr>
          <w:rFonts w:ascii="UD デジタル 教科書体 N-B" w:eastAsia="UD デジタル 教科書体 N-B"/>
        </w:rPr>
      </w:pPr>
      <w:r>
        <w:rPr>
          <w:rFonts w:ascii="UD デジタル 教科書体 NP-B" w:eastAsia="UD デジタル 教科書体 NP-B" w:hint="eastAsia"/>
        </w:rPr>
        <w:t xml:space="preserve">　　　　　　　　　　　　</w:t>
      </w:r>
      <w:r w:rsidRPr="00914CCD">
        <w:rPr>
          <w:rFonts w:ascii="UD デジタル 教科書体 N-B" w:eastAsia="UD デジタル 教科書体 N-B" w:hint="eastAsia"/>
        </w:rPr>
        <w:t xml:space="preserve">　</w:t>
      </w:r>
      <w:r>
        <w:rPr>
          <w:rFonts w:ascii="UD デジタル 教科書体 N-B" w:eastAsia="UD デジタル 教科書体 N-B" w:hint="eastAsia"/>
        </w:rPr>
        <w:t xml:space="preserve">　　　</w:t>
      </w:r>
    </w:p>
    <w:p w:rsidR="00AD67F0" w:rsidRDefault="00AD67F0" w:rsidP="00427A38">
      <w:pPr>
        <w:rPr>
          <w:rFonts w:ascii="UD デジタル 教科書体 N-B" w:eastAsia="UD デジタル 教科書体 N-B"/>
          <w:sz w:val="22"/>
        </w:rPr>
      </w:pPr>
    </w:p>
    <w:p w:rsidR="00AD67F0" w:rsidRDefault="00AD67F0" w:rsidP="00427A38">
      <w:pPr>
        <w:rPr>
          <w:rFonts w:ascii="UD デジタル 教科書体 N-B" w:eastAsia="UD デジタル 教科書体 N-B"/>
          <w:sz w:val="22"/>
        </w:rPr>
      </w:pPr>
    </w:p>
    <w:p w:rsidR="00AD67F0" w:rsidRDefault="00AD67F0" w:rsidP="00427A38">
      <w:pPr>
        <w:rPr>
          <w:rFonts w:ascii="UD デジタル 教科書体 N-B" w:eastAsia="UD デジタル 教科書体 N-B"/>
          <w:sz w:val="22"/>
        </w:rPr>
      </w:pPr>
    </w:p>
    <w:p w:rsidR="00914CCD" w:rsidRPr="00914CCD" w:rsidRDefault="00914CCD" w:rsidP="00AD67F0">
      <w:pPr>
        <w:ind w:firstLineChars="1700" w:firstLine="3740"/>
        <w:rPr>
          <w:rFonts w:ascii="UD デジタル 教科書体 N-B" w:eastAsia="UD デジタル 教科書体 N-B"/>
          <w:sz w:val="22"/>
        </w:rPr>
      </w:pPr>
      <w:r w:rsidRPr="00914CCD">
        <w:rPr>
          <w:rFonts w:ascii="UD デジタル 教科書体 N-B" w:eastAsia="UD デジタル 教科書体 N-B" w:hint="eastAsia"/>
          <w:sz w:val="22"/>
        </w:rPr>
        <w:t>Unit1</w:t>
      </w:r>
      <w:r w:rsidRPr="00914CCD">
        <w:rPr>
          <w:rFonts w:ascii="UD デジタル 教科書体 N-B" w:eastAsia="UD デジタル 教科書体 N-B" w:hAnsi="ＭＳ 明朝" w:cs="ＭＳ 明朝" w:hint="eastAsia"/>
          <w:sz w:val="22"/>
        </w:rPr>
        <w:t>②－２</w:t>
      </w:r>
    </w:p>
    <w:sectPr w:rsidR="00914CCD" w:rsidRPr="00914CCD" w:rsidSect="00FA7815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112A3"/>
    <w:multiLevelType w:val="hybridMultilevel"/>
    <w:tmpl w:val="1594226A"/>
    <w:lvl w:ilvl="0" w:tplc="C3041586">
      <w:start w:val="1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E754203"/>
    <w:multiLevelType w:val="hybridMultilevel"/>
    <w:tmpl w:val="D664624E"/>
    <w:lvl w:ilvl="0" w:tplc="506C96A6">
      <w:start w:val="1"/>
      <w:numFmt w:val="decimalEnclosedCircle"/>
      <w:lvlText w:val="%1"/>
      <w:lvlJc w:val="left"/>
      <w:pPr>
        <w:ind w:left="99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15A936B9"/>
    <w:multiLevelType w:val="hybridMultilevel"/>
    <w:tmpl w:val="698EE428"/>
    <w:lvl w:ilvl="0" w:tplc="F372F60A">
      <w:start w:val="1"/>
      <w:numFmt w:val="decimalEnclosedCircle"/>
      <w:lvlText w:val="%1"/>
      <w:lvlJc w:val="left"/>
      <w:pPr>
        <w:ind w:left="93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3" w15:restartNumberingAfterBreak="0">
    <w:nsid w:val="1EBC4E12"/>
    <w:multiLevelType w:val="hybridMultilevel"/>
    <w:tmpl w:val="62189584"/>
    <w:lvl w:ilvl="0" w:tplc="4CA6142C">
      <w:numFmt w:val="bullet"/>
      <w:lvlText w:val="※"/>
      <w:lvlJc w:val="left"/>
      <w:pPr>
        <w:ind w:left="1935" w:hanging="360"/>
      </w:pPr>
      <w:rPr>
        <w:rFonts w:ascii="UD デジタル 教科書体 NP-B" w:eastAsia="UD デジタル 教科書体 NP-B" w:hAnsiTheme="minorHAnsi" w:cstheme="minorBidi" w:hint="eastAsia"/>
        <w:w w:val="80"/>
      </w:rPr>
    </w:lvl>
    <w:lvl w:ilvl="1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355" w:hanging="420"/>
      </w:pPr>
      <w:rPr>
        <w:rFonts w:ascii="Wingdings" w:hAnsi="Wingdings" w:hint="default"/>
      </w:rPr>
    </w:lvl>
  </w:abstractNum>
  <w:abstractNum w:abstractNumId="4" w15:restartNumberingAfterBreak="0">
    <w:nsid w:val="47683157"/>
    <w:multiLevelType w:val="hybridMultilevel"/>
    <w:tmpl w:val="EC18E142"/>
    <w:lvl w:ilvl="0" w:tplc="84927646">
      <w:start w:val="1"/>
      <w:numFmt w:val="bullet"/>
      <w:lvlText w:val="◎"/>
      <w:lvlJc w:val="left"/>
      <w:pPr>
        <w:ind w:left="360" w:hanging="360"/>
      </w:pPr>
      <w:rPr>
        <w:rFonts w:ascii="UD デジタル 教科書体 NP-B" w:eastAsia="UD デジタル 教科書体 NP-B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96C5C74"/>
    <w:multiLevelType w:val="hybridMultilevel"/>
    <w:tmpl w:val="AB882DBC"/>
    <w:lvl w:ilvl="0" w:tplc="439AC15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6" w15:restartNumberingAfterBreak="0">
    <w:nsid w:val="5E802F4B"/>
    <w:multiLevelType w:val="hybridMultilevel"/>
    <w:tmpl w:val="3A10EAC8"/>
    <w:lvl w:ilvl="0" w:tplc="01D8153E">
      <w:numFmt w:val="bullet"/>
      <w:lvlText w:val="※"/>
      <w:lvlJc w:val="left"/>
      <w:pPr>
        <w:ind w:left="6414" w:hanging="360"/>
      </w:pPr>
      <w:rPr>
        <w:rFonts w:ascii="UD デジタル 教科書体 NP-B" w:eastAsia="UD デジタル 教科書体 NP-B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689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731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773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815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857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99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941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9834" w:hanging="420"/>
      </w:pPr>
      <w:rPr>
        <w:rFonts w:ascii="Wingdings" w:hAnsi="Wingdings" w:hint="default"/>
      </w:rPr>
    </w:lvl>
  </w:abstractNum>
  <w:abstractNum w:abstractNumId="7" w15:restartNumberingAfterBreak="0">
    <w:nsid w:val="6BD228E0"/>
    <w:multiLevelType w:val="hybridMultilevel"/>
    <w:tmpl w:val="91304A84"/>
    <w:lvl w:ilvl="0" w:tplc="75A6DB88">
      <w:start w:val="1"/>
      <w:numFmt w:val="bullet"/>
      <w:lvlText w:val="◎"/>
      <w:lvlJc w:val="left"/>
      <w:pPr>
        <w:ind w:left="825" w:hanging="360"/>
      </w:pPr>
      <w:rPr>
        <w:rFonts w:ascii="UD デジタル 教科書体 NP-B" w:eastAsia="UD デジタル 教科書体 NP-B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abstractNum w:abstractNumId="8" w15:restartNumberingAfterBreak="0">
    <w:nsid w:val="7A5E441B"/>
    <w:multiLevelType w:val="hybridMultilevel"/>
    <w:tmpl w:val="F7761ED4"/>
    <w:lvl w:ilvl="0" w:tplc="163A0BF4">
      <w:start w:val="1"/>
      <w:numFmt w:val="bullet"/>
      <w:lvlText w:val="◎"/>
      <w:lvlJc w:val="left"/>
      <w:pPr>
        <w:ind w:left="360" w:hanging="360"/>
      </w:pPr>
      <w:rPr>
        <w:rFonts w:ascii="UD デジタル 教科書体 NP-B" w:eastAsia="UD デジタル 教科書体 NP-B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E55526D"/>
    <w:multiLevelType w:val="hybridMultilevel"/>
    <w:tmpl w:val="FD8C7BB2"/>
    <w:lvl w:ilvl="0" w:tplc="B8181AF2">
      <w:start w:val="1"/>
      <w:numFmt w:val="bullet"/>
      <w:lvlText w:val="◎"/>
      <w:lvlJc w:val="left"/>
      <w:pPr>
        <w:ind w:left="825" w:hanging="360"/>
      </w:pPr>
      <w:rPr>
        <w:rFonts w:ascii="UD デジタル 教科書体 NP-B" w:eastAsia="UD デジタル 教科書体 NP-B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 w:numId="8">
    <w:abstractNumId w:val="0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815"/>
    <w:rsid w:val="000F42D4"/>
    <w:rsid w:val="000F61AE"/>
    <w:rsid w:val="00144930"/>
    <w:rsid w:val="001A2462"/>
    <w:rsid w:val="001C3F94"/>
    <w:rsid w:val="001D5ED0"/>
    <w:rsid w:val="00241A30"/>
    <w:rsid w:val="002630A1"/>
    <w:rsid w:val="00427A38"/>
    <w:rsid w:val="00453EAB"/>
    <w:rsid w:val="004747CE"/>
    <w:rsid w:val="00500827"/>
    <w:rsid w:val="005876E7"/>
    <w:rsid w:val="005905E3"/>
    <w:rsid w:val="0064475D"/>
    <w:rsid w:val="007874CC"/>
    <w:rsid w:val="00885268"/>
    <w:rsid w:val="008E133B"/>
    <w:rsid w:val="00914CCD"/>
    <w:rsid w:val="00962992"/>
    <w:rsid w:val="009C2FC4"/>
    <w:rsid w:val="00A27740"/>
    <w:rsid w:val="00A31987"/>
    <w:rsid w:val="00AD67F0"/>
    <w:rsid w:val="00B41F34"/>
    <w:rsid w:val="00BB2032"/>
    <w:rsid w:val="00BE548A"/>
    <w:rsid w:val="00BF3459"/>
    <w:rsid w:val="00C73852"/>
    <w:rsid w:val="00C7503A"/>
    <w:rsid w:val="00C832F9"/>
    <w:rsid w:val="00CD7D14"/>
    <w:rsid w:val="00D02804"/>
    <w:rsid w:val="00D9371A"/>
    <w:rsid w:val="00EA61CF"/>
    <w:rsid w:val="00F01467"/>
    <w:rsid w:val="00F521C4"/>
    <w:rsid w:val="00F7002E"/>
    <w:rsid w:val="00FA7815"/>
    <w:rsid w:val="00FC1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177911"/>
  <w15:chartTrackingRefBased/>
  <w15:docId w15:val="{5FDB9A11-7B73-43C0-ACAC-79F4C2AD2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3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73852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FC1C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C1C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F1E3BF30</Template>
  <TotalTime>10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市川市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ichikawa2017</dc:creator>
  <cp:keywords/>
  <dc:description/>
  <cp:lastModifiedBy>40818030</cp:lastModifiedBy>
  <cp:revision>4</cp:revision>
  <cp:lastPrinted>2020-05-20T06:50:00Z</cp:lastPrinted>
  <dcterms:created xsi:type="dcterms:W3CDTF">2020-05-20T06:36:00Z</dcterms:created>
  <dcterms:modified xsi:type="dcterms:W3CDTF">2020-05-20T06:52:00Z</dcterms:modified>
</cp:coreProperties>
</file>