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18B" w:rsidRDefault="00E7618B" w:rsidP="00E7618B">
      <w:pPr>
        <w:jc w:val="center"/>
        <w:rPr>
          <w:sz w:val="28"/>
        </w:rPr>
      </w:pPr>
      <w:r>
        <w:rPr>
          <w:rFonts w:hint="eastAsia"/>
          <w:sz w:val="28"/>
        </w:rPr>
        <w:t>【学習の取り組み方】</w:t>
      </w:r>
    </w:p>
    <w:p w:rsidR="006A2493" w:rsidRPr="00FE35F0" w:rsidRDefault="00FE35F0">
      <w:pPr>
        <w:rPr>
          <w:sz w:val="28"/>
        </w:rPr>
      </w:pPr>
      <w:r w:rsidRPr="00FE35F0">
        <w:rPr>
          <w:rFonts w:hint="eastAsia"/>
          <w:sz w:val="28"/>
        </w:rPr>
        <w:t>小学校１年生　国語</w:t>
      </w:r>
    </w:p>
    <w:p w:rsidR="00FE35F0" w:rsidRPr="00FE35F0" w:rsidRDefault="00FE35F0">
      <w:pPr>
        <w:rPr>
          <w:sz w:val="28"/>
        </w:rPr>
      </w:pPr>
      <w:bookmarkStart w:id="0" w:name="_GoBack"/>
      <w:bookmarkEnd w:id="0"/>
      <w:r w:rsidRPr="00FE35F0">
        <w:rPr>
          <w:rFonts w:hint="eastAsia"/>
          <w:sz w:val="28"/>
        </w:rPr>
        <w:t>こんな学習をしてみましょう！</w:t>
      </w:r>
    </w:p>
    <w:p w:rsidR="00FE35F0" w:rsidRDefault="00FE35F0">
      <w:pPr>
        <w:rPr>
          <w:sz w:val="28"/>
        </w:rPr>
      </w:pPr>
    </w:p>
    <w:p w:rsidR="004C4EFC" w:rsidRPr="004C4EFC" w:rsidRDefault="004C4EFC">
      <w:pPr>
        <w:rPr>
          <w:sz w:val="28"/>
        </w:rPr>
      </w:pPr>
    </w:p>
    <w:p w:rsidR="00FE35F0" w:rsidRPr="00FE35F0" w:rsidRDefault="00FE35F0">
      <w:pPr>
        <w:rPr>
          <w:sz w:val="28"/>
        </w:rPr>
      </w:pPr>
      <w:r>
        <w:rPr>
          <w:rFonts w:hint="eastAsia"/>
          <w:sz w:val="28"/>
        </w:rPr>
        <w:t>・教科書</w:t>
      </w:r>
      <w:r w:rsidR="00E7618B">
        <w:rPr>
          <w:rFonts w:hint="eastAsia"/>
          <w:sz w:val="28"/>
        </w:rPr>
        <w:t>１６</w:t>
      </w:r>
      <w:r>
        <w:rPr>
          <w:rFonts w:hint="eastAsia"/>
          <w:sz w:val="28"/>
        </w:rPr>
        <w:t>ページを見て、鉛筆</w:t>
      </w:r>
      <w:r w:rsidR="00F4511F">
        <w:rPr>
          <w:rFonts w:hint="eastAsia"/>
          <w:sz w:val="28"/>
        </w:rPr>
        <w:t>の持ち方を確認しましょう</w:t>
      </w:r>
      <w:r w:rsidR="00952EB8">
        <w:rPr>
          <w:rFonts w:hint="eastAsia"/>
          <w:sz w:val="28"/>
        </w:rPr>
        <w:t>。</w:t>
      </w:r>
    </w:p>
    <w:p w:rsidR="00FE35F0" w:rsidRPr="00FE35F0" w:rsidRDefault="00FE35F0">
      <w:pPr>
        <w:rPr>
          <w:sz w:val="28"/>
        </w:rPr>
      </w:pPr>
      <w:r w:rsidRPr="00FE35F0">
        <w:rPr>
          <w:rFonts w:hint="eastAsia"/>
          <w:sz w:val="28"/>
        </w:rPr>
        <w:t>・ひらがなワークや、学校からのプリントをやりましょう。</w:t>
      </w:r>
    </w:p>
    <w:p w:rsidR="004C4EFC" w:rsidRDefault="004C4EFC" w:rsidP="004C4EFC">
      <w:pPr>
        <w:rPr>
          <w:sz w:val="28"/>
        </w:rPr>
      </w:pPr>
      <w:r w:rsidRPr="00FE35F0">
        <w:rPr>
          <w:rFonts w:hint="eastAsia"/>
          <w:sz w:val="28"/>
        </w:rPr>
        <w:t>・好きな絵本を読みましょう。</w:t>
      </w:r>
    </w:p>
    <w:p w:rsidR="00FE35F0" w:rsidRPr="00FE35F0" w:rsidRDefault="00FE35F0" w:rsidP="00FE35F0">
      <w:pPr>
        <w:ind w:left="280" w:hangingChars="100" w:hanging="280"/>
        <w:rPr>
          <w:sz w:val="28"/>
        </w:rPr>
      </w:pPr>
      <w:r w:rsidRPr="00FE35F0">
        <w:rPr>
          <w:rFonts w:hint="eastAsia"/>
          <w:sz w:val="28"/>
        </w:rPr>
        <w:t>・「　　」のつく言葉をたくさん言ってみましょう。ひらがなが書けるものは、書いてみましょう。</w:t>
      </w:r>
    </w:p>
    <w:p w:rsidR="00FE35F0" w:rsidRPr="00FE35F0" w:rsidRDefault="00FE35F0" w:rsidP="00FE35F0">
      <w:pPr>
        <w:ind w:firstLineChars="100" w:firstLine="280"/>
        <w:rPr>
          <w:sz w:val="28"/>
        </w:rPr>
      </w:pPr>
      <w:r w:rsidRPr="00FE35F0">
        <w:rPr>
          <w:rFonts w:hint="eastAsia"/>
          <w:sz w:val="28"/>
        </w:rPr>
        <w:t xml:space="preserve">　例：「あ」のつく言葉　　あめ、あかちゃん、あいす、あさ</w:t>
      </w:r>
    </w:p>
    <w:p w:rsidR="00FE35F0" w:rsidRDefault="00FE35F0">
      <w:pPr>
        <w:rPr>
          <w:sz w:val="28"/>
        </w:rPr>
      </w:pPr>
      <w:r w:rsidRPr="00FE35F0">
        <w:rPr>
          <w:rFonts w:hint="eastAsia"/>
          <w:sz w:val="28"/>
        </w:rPr>
        <w:t>・お家の人としりとりをしましょう。</w:t>
      </w:r>
    </w:p>
    <w:p w:rsidR="004C4EFC" w:rsidRDefault="004C4EFC">
      <w:pPr>
        <w:rPr>
          <w:sz w:val="28"/>
        </w:rPr>
      </w:pPr>
      <w:r>
        <w:rPr>
          <w:rFonts w:hint="eastAsia"/>
          <w:sz w:val="28"/>
        </w:rPr>
        <w:t>・お家の人とかるたをしましょう。</w:t>
      </w:r>
    </w:p>
    <w:p w:rsidR="004C4EFC" w:rsidRPr="004C4EFC" w:rsidRDefault="004C4EFC">
      <w:pPr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320675</wp:posOffset>
                </wp:positionV>
                <wp:extent cx="5972175" cy="216217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2162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11F" w:rsidRDefault="006A1CDD" w:rsidP="00F4511F">
                            <w:pPr>
                              <w:ind w:left="280" w:hangingChars="100" w:hanging="280"/>
                              <w:jc w:val="left"/>
                              <w:rPr>
                                <w:sz w:val="28"/>
                              </w:rPr>
                            </w:pPr>
                            <w:r w:rsidRPr="00F4511F">
                              <w:rPr>
                                <w:rFonts w:hint="eastAsia"/>
                                <w:sz w:val="28"/>
                              </w:rPr>
                              <w:t>○</w:t>
                            </w:r>
                            <w:r w:rsidR="00F4511F">
                              <w:rPr>
                                <w:rFonts w:hint="eastAsia"/>
                                <w:sz w:val="28"/>
                              </w:rPr>
                              <w:t>教科書</w:t>
                            </w:r>
                            <w:r w:rsidR="00F4511F">
                              <w:rPr>
                                <w:sz w:val="28"/>
                              </w:rPr>
                              <w:t>１７ページ</w:t>
                            </w:r>
                            <w:r w:rsidR="00F4511F">
                              <w:rPr>
                                <w:rFonts w:hint="eastAsia"/>
                                <w:sz w:val="28"/>
                              </w:rPr>
                              <w:t>の</w:t>
                            </w:r>
                            <w:r w:rsidR="00F4511F">
                              <w:rPr>
                                <w:sz w:val="28"/>
                              </w:rPr>
                              <w:t>ような、</w:t>
                            </w:r>
                            <w:r w:rsidR="00F4511F">
                              <w:rPr>
                                <w:rFonts w:hint="eastAsia"/>
                                <w:sz w:val="28"/>
                              </w:rPr>
                              <w:t>色々な</w:t>
                            </w:r>
                            <w:r w:rsidR="00F4511F">
                              <w:rPr>
                                <w:sz w:val="28"/>
                              </w:rPr>
                              <w:t>線をたくさん書きましょう。</w:t>
                            </w:r>
                          </w:p>
                          <w:p w:rsidR="006A1CDD" w:rsidRPr="00F4511F" w:rsidRDefault="00F4511F" w:rsidP="006A1CDD">
                            <w:pPr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○</w:t>
                            </w:r>
                            <w:r w:rsidR="006A1CDD" w:rsidRPr="00F4511F">
                              <w:rPr>
                                <w:sz w:val="28"/>
                              </w:rPr>
                              <w:t>ひらがな</w:t>
                            </w:r>
                            <w:r w:rsidR="006A1CDD" w:rsidRPr="00F4511F">
                              <w:rPr>
                                <w:rFonts w:hint="eastAsia"/>
                                <w:sz w:val="28"/>
                              </w:rPr>
                              <w:t>は</w:t>
                            </w:r>
                            <w:r w:rsidR="006A1CDD" w:rsidRPr="00F4511F">
                              <w:rPr>
                                <w:sz w:val="28"/>
                              </w:rPr>
                              <w:t>、</w:t>
                            </w:r>
                            <w:r w:rsidR="006A1CDD" w:rsidRPr="00F4511F">
                              <w:rPr>
                                <w:rFonts w:hint="eastAsia"/>
                                <w:sz w:val="28"/>
                              </w:rPr>
                              <w:t>書き順</w:t>
                            </w:r>
                            <w:r w:rsidR="006A1CDD" w:rsidRPr="00F4511F">
                              <w:rPr>
                                <w:sz w:val="28"/>
                              </w:rPr>
                              <w:t>や</w:t>
                            </w:r>
                            <w:r w:rsidR="006A1CDD" w:rsidRPr="00F4511F">
                              <w:rPr>
                                <w:rFonts w:hint="eastAsia"/>
                                <w:sz w:val="28"/>
                              </w:rPr>
                              <w:t>字形を丁寧に練習しましょう</w:t>
                            </w:r>
                            <w:r w:rsidR="006A1CDD" w:rsidRPr="00F4511F">
                              <w:rPr>
                                <w:sz w:val="28"/>
                              </w:rPr>
                              <w:t>。</w:t>
                            </w:r>
                          </w:p>
                          <w:p w:rsidR="00F4511F" w:rsidRPr="00F4511F" w:rsidRDefault="00F4511F" w:rsidP="00F4511F">
                            <w:pPr>
                              <w:jc w:val="left"/>
                              <w:rPr>
                                <w:sz w:val="28"/>
                              </w:rPr>
                            </w:pPr>
                            <w:r w:rsidRPr="00F4511F">
                              <w:rPr>
                                <w:rFonts w:hint="eastAsia"/>
                                <w:sz w:val="28"/>
                              </w:rPr>
                              <w:t>○</w:t>
                            </w:r>
                            <w:r w:rsidRPr="00F4511F">
                              <w:rPr>
                                <w:sz w:val="28"/>
                              </w:rPr>
                              <w:t>たくさん会話を</w:t>
                            </w:r>
                            <w:r w:rsidRPr="00F4511F">
                              <w:rPr>
                                <w:rFonts w:hint="eastAsia"/>
                                <w:sz w:val="28"/>
                              </w:rPr>
                              <w:t>しましょう。</w:t>
                            </w:r>
                          </w:p>
                          <w:p w:rsidR="006A1CDD" w:rsidRPr="00F4511F" w:rsidRDefault="006A1CDD" w:rsidP="006A1CDD">
                            <w:pPr>
                              <w:jc w:val="left"/>
                              <w:rPr>
                                <w:sz w:val="28"/>
                              </w:rPr>
                            </w:pPr>
                            <w:r w:rsidRPr="00F4511F">
                              <w:rPr>
                                <w:rFonts w:hint="eastAsia"/>
                                <w:sz w:val="28"/>
                              </w:rPr>
                              <w:t>○いろいろな</w:t>
                            </w:r>
                            <w:r w:rsidRPr="00F4511F">
                              <w:rPr>
                                <w:sz w:val="28"/>
                              </w:rPr>
                              <w:t>言葉にふれて</w:t>
                            </w:r>
                            <w:r w:rsidR="00F4511F" w:rsidRPr="00F4511F">
                              <w:rPr>
                                <w:rFonts w:hint="eastAsia"/>
                                <w:sz w:val="28"/>
                              </w:rPr>
                              <w:t>、</w:t>
                            </w:r>
                            <w:r w:rsidR="00F4511F" w:rsidRPr="00F4511F">
                              <w:rPr>
                                <w:sz w:val="28"/>
                              </w:rPr>
                              <w:t>文字</w:t>
                            </w:r>
                            <w:r w:rsidR="00F4511F" w:rsidRPr="00F4511F">
                              <w:rPr>
                                <w:rFonts w:hint="eastAsia"/>
                                <w:sz w:val="28"/>
                              </w:rPr>
                              <w:t>への興味関心を</w:t>
                            </w:r>
                            <w:r w:rsidR="00F4511F" w:rsidRPr="00F4511F">
                              <w:rPr>
                                <w:sz w:val="28"/>
                              </w:rPr>
                              <w:t>高めましょう。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14.55pt;margin-top:25.25pt;width:470.25pt;height:17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:rsidR="00F4511F" w:rsidRDefault="006A1CDD" w:rsidP="00F4511F">
                      <w:pPr>
                        <w:ind w:left="280" w:hangingChars="100" w:hanging="280"/>
                        <w:jc w:val="left"/>
                        <w:rPr>
                          <w:sz w:val="28"/>
                        </w:rPr>
                      </w:pPr>
                      <w:r w:rsidRPr="00F4511F">
                        <w:rPr>
                          <w:rFonts w:hint="eastAsia"/>
                          <w:sz w:val="28"/>
                        </w:rPr>
                        <w:t>○</w:t>
                      </w:r>
                      <w:r w:rsidR="00F4511F">
                        <w:rPr>
                          <w:rFonts w:hint="eastAsia"/>
                          <w:sz w:val="28"/>
                        </w:rPr>
                        <w:t>教科書</w:t>
                      </w:r>
                      <w:r w:rsidR="00F4511F">
                        <w:rPr>
                          <w:sz w:val="28"/>
                        </w:rPr>
                        <w:t>１７ページ</w:t>
                      </w:r>
                      <w:r w:rsidR="00F4511F">
                        <w:rPr>
                          <w:rFonts w:hint="eastAsia"/>
                          <w:sz w:val="28"/>
                        </w:rPr>
                        <w:t>の</w:t>
                      </w:r>
                      <w:r w:rsidR="00F4511F">
                        <w:rPr>
                          <w:sz w:val="28"/>
                        </w:rPr>
                        <w:t>ような、</w:t>
                      </w:r>
                      <w:r w:rsidR="00F4511F">
                        <w:rPr>
                          <w:rFonts w:hint="eastAsia"/>
                          <w:sz w:val="28"/>
                        </w:rPr>
                        <w:t>色々な</w:t>
                      </w:r>
                      <w:r w:rsidR="00F4511F">
                        <w:rPr>
                          <w:sz w:val="28"/>
                        </w:rPr>
                        <w:t>線をたくさん書きましょう。</w:t>
                      </w:r>
                    </w:p>
                    <w:p w:rsidR="006A1CDD" w:rsidRPr="00F4511F" w:rsidRDefault="00F4511F" w:rsidP="006A1CDD">
                      <w:pPr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○</w:t>
                      </w:r>
                      <w:r w:rsidR="006A1CDD" w:rsidRPr="00F4511F">
                        <w:rPr>
                          <w:sz w:val="28"/>
                        </w:rPr>
                        <w:t>ひらがな</w:t>
                      </w:r>
                      <w:r w:rsidR="006A1CDD" w:rsidRPr="00F4511F">
                        <w:rPr>
                          <w:rFonts w:hint="eastAsia"/>
                          <w:sz w:val="28"/>
                        </w:rPr>
                        <w:t>は</w:t>
                      </w:r>
                      <w:r w:rsidR="006A1CDD" w:rsidRPr="00F4511F">
                        <w:rPr>
                          <w:sz w:val="28"/>
                        </w:rPr>
                        <w:t>、</w:t>
                      </w:r>
                      <w:r w:rsidR="006A1CDD" w:rsidRPr="00F4511F">
                        <w:rPr>
                          <w:rFonts w:hint="eastAsia"/>
                          <w:sz w:val="28"/>
                        </w:rPr>
                        <w:t>書き順</w:t>
                      </w:r>
                      <w:r w:rsidR="006A1CDD" w:rsidRPr="00F4511F">
                        <w:rPr>
                          <w:sz w:val="28"/>
                        </w:rPr>
                        <w:t>や</w:t>
                      </w:r>
                      <w:r w:rsidR="006A1CDD" w:rsidRPr="00F4511F">
                        <w:rPr>
                          <w:rFonts w:hint="eastAsia"/>
                          <w:sz w:val="28"/>
                        </w:rPr>
                        <w:t>字形を丁寧に練習しましょう</w:t>
                      </w:r>
                      <w:r w:rsidR="006A1CDD" w:rsidRPr="00F4511F">
                        <w:rPr>
                          <w:sz w:val="28"/>
                        </w:rPr>
                        <w:t>。</w:t>
                      </w:r>
                    </w:p>
                    <w:p w:rsidR="00F4511F" w:rsidRPr="00F4511F" w:rsidRDefault="00F4511F" w:rsidP="00F4511F">
                      <w:pPr>
                        <w:jc w:val="left"/>
                        <w:rPr>
                          <w:sz w:val="28"/>
                        </w:rPr>
                      </w:pPr>
                      <w:r w:rsidRPr="00F4511F">
                        <w:rPr>
                          <w:rFonts w:hint="eastAsia"/>
                          <w:sz w:val="28"/>
                        </w:rPr>
                        <w:t>○</w:t>
                      </w:r>
                      <w:r w:rsidRPr="00F4511F">
                        <w:rPr>
                          <w:sz w:val="28"/>
                        </w:rPr>
                        <w:t>たくさん会話を</w:t>
                      </w:r>
                      <w:r w:rsidRPr="00F4511F">
                        <w:rPr>
                          <w:rFonts w:hint="eastAsia"/>
                          <w:sz w:val="28"/>
                        </w:rPr>
                        <w:t>しましょう。</w:t>
                      </w:r>
                    </w:p>
                    <w:p w:rsidR="006A1CDD" w:rsidRPr="00F4511F" w:rsidRDefault="006A1CDD" w:rsidP="006A1CDD">
                      <w:pPr>
                        <w:jc w:val="left"/>
                        <w:rPr>
                          <w:sz w:val="28"/>
                        </w:rPr>
                      </w:pPr>
                      <w:r w:rsidRPr="00F4511F">
                        <w:rPr>
                          <w:rFonts w:hint="eastAsia"/>
                          <w:sz w:val="28"/>
                        </w:rPr>
                        <w:t>○いろいろな</w:t>
                      </w:r>
                      <w:r w:rsidRPr="00F4511F">
                        <w:rPr>
                          <w:sz w:val="28"/>
                        </w:rPr>
                        <w:t>言葉にふれて</w:t>
                      </w:r>
                      <w:r w:rsidR="00F4511F" w:rsidRPr="00F4511F">
                        <w:rPr>
                          <w:rFonts w:hint="eastAsia"/>
                          <w:sz w:val="28"/>
                        </w:rPr>
                        <w:t>、</w:t>
                      </w:r>
                      <w:r w:rsidR="00F4511F" w:rsidRPr="00F4511F">
                        <w:rPr>
                          <w:sz w:val="28"/>
                        </w:rPr>
                        <w:t>文字</w:t>
                      </w:r>
                      <w:r w:rsidR="00F4511F" w:rsidRPr="00F4511F">
                        <w:rPr>
                          <w:rFonts w:hint="eastAsia"/>
                          <w:sz w:val="28"/>
                        </w:rPr>
                        <w:t>への興味関心を</w:t>
                      </w:r>
                      <w:r w:rsidR="00F4511F" w:rsidRPr="00F4511F">
                        <w:rPr>
                          <w:sz w:val="28"/>
                        </w:rPr>
                        <w:t>高めましょう。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C4EFC" w:rsidRPr="004C4EF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5F0" w:rsidRDefault="00FE35F0" w:rsidP="00FE35F0">
      <w:r>
        <w:separator/>
      </w:r>
    </w:p>
  </w:endnote>
  <w:endnote w:type="continuationSeparator" w:id="0">
    <w:p w:rsidR="00FE35F0" w:rsidRDefault="00FE35F0" w:rsidP="00FE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5F0" w:rsidRDefault="00FE35F0" w:rsidP="00FE35F0">
      <w:r>
        <w:separator/>
      </w:r>
    </w:p>
  </w:footnote>
  <w:footnote w:type="continuationSeparator" w:id="0">
    <w:p w:rsidR="00FE35F0" w:rsidRDefault="00FE35F0" w:rsidP="00FE3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5F0" w:rsidRPr="005940F8" w:rsidRDefault="005940F8" w:rsidP="005940F8">
    <w:pPr>
      <w:pStyle w:val="a3"/>
      <w:jc w:val="right"/>
      <w:rPr>
        <w:bdr w:val="single" w:sz="4" w:space="0" w:color="auto"/>
      </w:rPr>
    </w:pPr>
    <w:r w:rsidRPr="005940F8">
      <w:rPr>
        <w:rFonts w:hint="eastAsia"/>
        <w:bdr w:val="single" w:sz="4" w:space="0" w:color="auto"/>
      </w:rPr>
      <w:t>小学校</w:t>
    </w:r>
    <w:r w:rsidRPr="005940F8">
      <w:rPr>
        <w:rFonts w:hint="eastAsia"/>
        <w:bdr w:val="single" w:sz="4" w:space="0" w:color="auto"/>
      </w:rPr>
      <w:t>1</w:t>
    </w:r>
    <w:r w:rsidRPr="005940F8">
      <w:rPr>
        <w:rFonts w:hint="eastAsia"/>
        <w:bdr w:val="single" w:sz="4" w:space="0" w:color="auto"/>
      </w:rPr>
      <w:t>年　国語１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F0"/>
    <w:rsid w:val="004C4EFC"/>
    <w:rsid w:val="005940F8"/>
    <w:rsid w:val="006A1CDD"/>
    <w:rsid w:val="006A2493"/>
    <w:rsid w:val="00952EB8"/>
    <w:rsid w:val="00E7618B"/>
    <w:rsid w:val="00F4511F"/>
    <w:rsid w:val="00FE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5AAA4"/>
  <w15:chartTrackingRefBased/>
  <w15:docId w15:val="{9BFCF5F1-EE7E-472A-B802-1D8A8B8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5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35F0"/>
  </w:style>
  <w:style w:type="paragraph" w:styleId="a5">
    <w:name w:val="footer"/>
    <w:basedOn w:val="a"/>
    <w:link w:val="a6"/>
    <w:uiPriority w:val="99"/>
    <w:unhideWhenUsed/>
    <w:rsid w:val="00FE35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35F0"/>
  </w:style>
  <w:style w:type="paragraph" w:styleId="a7">
    <w:name w:val="Balloon Text"/>
    <w:basedOn w:val="a"/>
    <w:link w:val="a8"/>
    <w:uiPriority w:val="99"/>
    <w:semiHidden/>
    <w:unhideWhenUsed/>
    <w:rsid w:val="00594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40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CA74783A</Template>
  <TotalTime>51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20126046</cp:lastModifiedBy>
  <cp:revision>4</cp:revision>
  <cp:lastPrinted>2020-04-06T23:31:00Z</cp:lastPrinted>
  <dcterms:created xsi:type="dcterms:W3CDTF">2020-04-03T03:23:00Z</dcterms:created>
  <dcterms:modified xsi:type="dcterms:W3CDTF">2020-05-13T00:04:00Z</dcterms:modified>
</cp:coreProperties>
</file>